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E5863" w14:textId="77777777" w:rsidR="00FD4154" w:rsidRPr="00ED002D" w:rsidRDefault="00FD4154" w:rsidP="004B2A40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4DEF6D48" w14:textId="1C4C901C" w:rsidR="006B3160" w:rsidRDefault="006B3160" w:rsidP="006B3160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168DAA" wp14:editId="6FFEC806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58435" w14:textId="77777777" w:rsidR="006B3160" w:rsidRDefault="006B3160" w:rsidP="006B3160"/>
                          <w:p w14:paraId="0DEDA9BE" w14:textId="77777777" w:rsidR="006B3160" w:rsidRDefault="006B3160" w:rsidP="006B3160">
                            <w:r>
                              <w:t>Bollo</w:t>
                            </w:r>
                          </w:p>
                          <w:p w14:paraId="7195923F" w14:textId="77777777" w:rsidR="006B3160" w:rsidRDefault="006B3160" w:rsidP="006B31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68DAA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28458435" w14:textId="77777777" w:rsidR="006B3160" w:rsidRDefault="006B3160" w:rsidP="006B3160"/>
                    <w:p w14:paraId="0DEDA9BE" w14:textId="77777777" w:rsidR="006B3160" w:rsidRDefault="006B3160" w:rsidP="006B3160">
                      <w:r>
                        <w:t>Bollo</w:t>
                      </w:r>
                    </w:p>
                    <w:p w14:paraId="7195923F" w14:textId="77777777" w:rsidR="006B3160" w:rsidRDefault="006B3160" w:rsidP="006B3160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08DA5748" w14:textId="77777777" w:rsidR="004B2A40" w:rsidRDefault="004B2A40" w:rsidP="004B2A40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53193B" w14:textId="77777777" w:rsidR="004B2A40" w:rsidRDefault="004B2A40" w:rsidP="004B2A40">
      <w:r>
        <w:t xml:space="preserve">Via </w:t>
      </w:r>
      <w:r w:rsidR="00265212">
        <w:t>Durando 38/A</w:t>
      </w:r>
      <w:r>
        <w:t xml:space="preserve"> </w:t>
      </w:r>
    </w:p>
    <w:p w14:paraId="7DFBCF7C" w14:textId="77777777" w:rsidR="004B2A40" w:rsidRDefault="004B2A40" w:rsidP="004B2A40">
      <w:r>
        <w:t>MILANO</w:t>
      </w:r>
    </w:p>
    <w:p w14:paraId="4053CD32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52DDF12" wp14:editId="7BD3AE8C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857A4" w14:textId="77777777" w:rsidR="0082415E" w:rsidRDefault="0082415E" w:rsidP="004B2A40"/>
                          <w:p w14:paraId="4D4712E8" w14:textId="77777777" w:rsidR="0082415E" w:rsidRDefault="0082415E" w:rsidP="004B2A40"/>
                          <w:p w14:paraId="3AAD307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DDF12" id="Text Box 15" o:spid="_x0000_s1027" type="#_x0000_t202" style="position:absolute;margin-left:1in;margin-top:12pt;width:396pt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5diFAIAADI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">
                <v:textbox>
                  <w:txbxContent>
                    <w:p w14:paraId="37F857A4" w14:textId="77777777" w:rsidR="0082415E" w:rsidRDefault="0082415E" w:rsidP="004B2A40"/>
                    <w:p w14:paraId="4D4712E8" w14:textId="77777777" w:rsidR="0082415E" w:rsidRDefault="0082415E" w:rsidP="004B2A40"/>
                    <w:p w14:paraId="3AAD3070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9F3C876" w14:textId="77777777" w:rsidR="004B2A40" w:rsidRDefault="004B2A40" w:rsidP="004B2A40"/>
    <w:p w14:paraId="485E33C7" w14:textId="77777777" w:rsidR="004B2A40" w:rsidRDefault="004B2A40" w:rsidP="004B2A40">
      <w:r>
        <w:rPr>
          <w:b/>
          <w:bCs/>
        </w:rPr>
        <w:t xml:space="preserve">OGGETTO </w:t>
      </w:r>
    </w:p>
    <w:p w14:paraId="60F53C1F" w14:textId="77777777" w:rsidR="004B2A40" w:rsidRDefault="004B2A40" w:rsidP="004B2A40"/>
    <w:p w14:paraId="54C1B273" w14:textId="77777777" w:rsidR="002D01A6" w:rsidRPr="00F9060A" w:rsidRDefault="002D01A6" w:rsidP="002D01A6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8F42830" wp14:editId="79B6A0D6">
                <wp:simplePos x="0" y="0"/>
                <wp:positionH relativeFrom="column">
                  <wp:posOffset>4331970</wp:posOffset>
                </wp:positionH>
                <wp:positionV relativeFrom="paragraph">
                  <wp:posOffset>147320</wp:posOffset>
                </wp:positionV>
                <wp:extent cx="1714500" cy="228600"/>
                <wp:effectExtent l="0" t="0" r="1905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53AB1" w14:textId="77777777" w:rsidR="002D01A6" w:rsidRDefault="002D01A6" w:rsidP="002D01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42830" id="Casella di testo 6" o:spid="_x0000_s1028" type="#_x0000_t202" style="position:absolute;margin-left:341.1pt;margin-top:11.6pt;width:135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H8V9+rfAAAACQEAAA8AAAAAAAAAAAAAAAAAcQQAAGRycy9kb3ducmV2LnhtbFBLBQYA&#10;AAAABAAEAPMAAAB9BQAAAAA=&#10;">
                <v:textbox>
                  <w:txbxContent>
                    <w:p w14:paraId="60B53AB1" w14:textId="77777777" w:rsidR="002D01A6" w:rsidRDefault="002D01A6" w:rsidP="002D01A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45250E" wp14:editId="6DAB78E7">
                <wp:simplePos x="0" y="0"/>
                <wp:positionH relativeFrom="column">
                  <wp:posOffset>2298700</wp:posOffset>
                </wp:positionH>
                <wp:positionV relativeFrom="paragraph">
                  <wp:posOffset>152400</wp:posOffset>
                </wp:positionV>
                <wp:extent cx="571500" cy="228600"/>
                <wp:effectExtent l="0" t="0" r="19050" b="1905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98CF7" w14:textId="77777777" w:rsidR="002D01A6" w:rsidRDefault="002D01A6" w:rsidP="002D01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5250E" id="Casella di testo 5" o:spid="_x0000_s1029" type="#_x0000_t202" style="position:absolute;margin-left:181pt;margin-top:12pt;width:45pt;height:1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dpGAIAADE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">
                <v:textbox>
                  <w:txbxContent>
                    <w:p w14:paraId="23998CF7" w14:textId="77777777" w:rsidR="002D01A6" w:rsidRDefault="002D01A6" w:rsidP="002D01A6"/>
                  </w:txbxContent>
                </v:textbox>
              </v:shape>
            </w:pict>
          </mc:Fallback>
        </mc:AlternateContent>
      </w:r>
    </w:p>
    <w:p w14:paraId="25E7D400" w14:textId="77777777" w:rsidR="002D01A6" w:rsidRPr="00F9060A" w:rsidRDefault="002D01A6" w:rsidP="002D01A6">
      <w:pPr>
        <w:rPr>
          <w:b/>
          <w:bCs/>
        </w:rPr>
      </w:pPr>
      <w:r w:rsidRPr="00F9060A">
        <w:rPr>
          <w:b/>
          <w:bCs/>
        </w:rPr>
        <w:t xml:space="preserve">NUMERO </w:t>
      </w:r>
      <w:r w:rsidRPr="004C7DB7">
        <w:rPr>
          <w:b/>
          <w:bCs/>
        </w:rPr>
        <w:t>ACCORDO QUADRO</w:t>
      </w:r>
      <w:r w:rsidRPr="00F9060A">
        <w:rPr>
          <w:b/>
          <w:bCs/>
        </w:rPr>
        <w:t xml:space="preserve"> </w:t>
      </w:r>
      <w:r w:rsidRPr="00F9060A">
        <w:rPr>
          <w:b/>
          <w:bCs/>
        </w:rPr>
        <w:tab/>
      </w:r>
      <w:r w:rsidRPr="00F9060A">
        <w:rPr>
          <w:b/>
          <w:bCs/>
        </w:rPr>
        <w:tab/>
        <w:t>IMPORTO IN €.</w:t>
      </w:r>
      <w:r w:rsidRPr="00F9060A">
        <w:rPr>
          <w:b/>
          <w:bCs/>
        </w:rPr>
        <w:tab/>
        <w:t xml:space="preserve"> </w:t>
      </w:r>
    </w:p>
    <w:p w14:paraId="49BCBEE5" w14:textId="77777777" w:rsidR="002D01A6" w:rsidRDefault="002D01A6" w:rsidP="002D01A6"/>
    <w:p w14:paraId="04F4A042" w14:textId="77777777" w:rsidR="004B2A40" w:rsidRDefault="004B2A40" w:rsidP="004B2A40">
      <w:pPr>
        <w:pStyle w:val="Titolo1"/>
        <w:ind w:right="-1014"/>
        <w:jc w:val="center"/>
      </w:pPr>
      <w:r>
        <w:t>DICHIARAZIONE SOSTITUTIVA</w:t>
      </w:r>
    </w:p>
    <w:p w14:paraId="37B4B91A" w14:textId="77777777" w:rsidR="004B2A40" w:rsidRDefault="004B2A40" w:rsidP="004B2A40">
      <w:pPr>
        <w:pStyle w:val="Titolo5"/>
      </w:pPr>
      <w:r>
        <w:t>Ai sensi del D.P.R. 28/12/2000 N. 445</w:t>
      </w:r>
    </w:p>
    <w:p w14:paraId="2B2DEBF8" w14:textId="77777777" w:rsidR="004B2A40" w:rsidRDefault="004B2A40" w:rsidP="004B2A40"/>
    <w:p w14:paraId="09325555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25FD46C1" wp14:editId="00902FB0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746C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D46C1" id="Text Box 2" o:spid="_x0000_s1030" type="#_x0000_t202" style="position:absolute;margin-left:1in;margin-top:0;width:405pt;height:18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ABGQ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brks9jgUhrBfWRiEUYhUsPjYwW8DtnPYm25P7bXqDizLyztJzr2XweVZ6c+eJVTg5eRqrL&#10;iLCSoEoeOBvNTRhfxt6h3rVUaZSDhVtaaKMT109dndonYaZtnR5RVP6ln7Kenvr6B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iqjgAR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016F746C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 xml:space="preserve">Il sottoscritto 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6B004284" w14:textId="77777777" w:rsidR="004B2A40" w:rsidRDefault="004B2A40" w:rsidP="004B2A40"/>
    <w:p w14:paraId="4493B5F9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368210AF" wp14:editId="36C6E7B0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D9CB7B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210AF" id="Text Box 4" o:spid="_x0000_s1031" type="#_x0000_t202" style="position:absolute;margin-left:405pt;margin-top:12.6pt;width:81pt;height:18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km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OGcuSY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32D9CB7B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07B30F47" wp14:editId="7B5DBD1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3006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30F47" id="Text Box 14" o:spid="_x0000_s1032" type="#_x0000_t202" style="position:absolute;margin-left:315pt;margin-top:12.6pt;width:36pt;height:18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Z0FgIAADE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5ggslpCdSJeEYa5pX9GRgP4nbOOZrbg/ttBoOLMvLekzfVssYhDng6JV87w0lNeeoSV&#10;BFXwwNlgbsPwMQ4O9b6hTMM0WLglPWuduH6uaiyf5jKpNf6hOPiX5xT1/NM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ZS2dB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47230062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62BA180" wp14:editId="62DF817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AFACE" w14:textId="77777777" w:rsidR="0082415E" w:rsidRDefault="0082415E" w:rsidP="004B2A40"/>
                          <w:p w14:paraId="3814776B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BA180" id="Text Box 3" o:spid="_x0000_s1033" type="#_x0000_t202" style="position:absolute;margin-left:36pt;margin-top:13.2pt;width:3in;height:1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QUGQIAADI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weC0Rat1AdiViEQbj00MhoAH9w1pFoS+6/7wUqzsx7S8u5nkynUeXJmc7m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WjHQU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3A1AFACE" w14:textId="77777777" w:rsidR="0082415E" w:rsidRDefault="0082415E" w:rsidP="004B2A40"/>
                    <w:p w14:paraId="3814776B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71B8E23A" w14:textId="77777777" w:rsidR="004B2A40" w:rsidRDefault="004B2A40" w:rsidP="004B2A40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5CCBC3EE" w14:textId="77777777" w:rsidR="004B2A40" w:rsidRDefault="004B2A40" w:rsidP="004B2A40"/>
    <w:p w14:paraId="10285ADB" w14:textId="77777777" w:rsidR="004B2A40" w:rsidRDefault="004B2A40" w:rsidP="004B2A40"/>
    <w:p w14:paraId="77322B6B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375B301" wp14:editId="4560F6DE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9D9C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5B301" id="Text Box 5" o:spid="_x0000_s1034" type="#_x0000_t202" style="position:absolute;margin-left:81pt;margin-top:2.4pt;width:405pt;height:18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kO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">
                <v:textbox>
                  <w:txbxContent>
                    <w:p w14:paraId="2BB9D9C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 xml:space="preserve">In qualità di 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5AB899FC" w14:textId="77777777" w:rsidR="004B2A40" w:rsidRDefault="004B2A40" w:rsidP="004B2A40">
      <w:r>
        <w:t xml:space="preserve">(carica sociale) </w:t>
      </w:r>
    </w:p>
    <w:p w14:paraId="76F84AF6" w14:textId="77777777" w:rsidR="004B2A40" w:rsidRDefault="004B2A40" w:rsidP="004B2A40"/>
    <w:p w14:paraId="4CFBDFE4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33EB83C2" wp14:editId="6D2A6C89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CEB1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B83C2" id="Text Box 6" o:spid="_x0000_s1035" type="#_x0000_t202" style="position:absolute;margin-left:1in;margin-top:6pt;width:414pt;height:18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MR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qiROLfSOsOqiMRizAOLi0aCS3gd856GtqS+297gYoz885Sc25m83mc8qTMF9c5KXhp2V1a&#10;hJUEVfLA2ShuwrgZe4e6aSnSOA4W7qihtU5cP2d1Sp8GM3XrtERx8i/15PW86usf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EiBzE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698CEB1A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dell’Impresa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75C911C8" w14:textId="77777777" w:rsidR="004B2A40" w:rsidRDefault="004B2A40" w:rsidP="004B2A40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0BA873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0F92B36A" wp14:editId="09F9B5DD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D3B7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2B36A" id="Text Box 8" o:spid="_x0000_s1036" type="#_x0000_t202" style="position:absolute;margin-left:450pt;margin-top:13.05pt;width:27pt;height:18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A4Fw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PHiYJI6w7qByIWYRxcWjQSWsDvnPU0tBX33w4CFWfmnaXmLKezWZzypMzmrwpS8NKyu7QI&#10;Kwmq4oGzUdyEcTMODvW+pUjjOFi4oYY2OpH9lNUpfxrM1K7TEsXJv9ST19Oqr3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C/UgDgXAgAAMgQAAA4AAAAAAAAAAAAAAAAALgIAAGRycy9lMm9Eb2MueG1sUEsBAi0AFAAG&#10;AAgAAAAhAAgfverfAAAACQEAAA8AAAAAAAAAAAAAAAAAcQQAAGRycy9kb3ducmV2LnhtbFBLBQYA&#10;AAAABAAEAPMAAAB9BQAAAAA=&#10;">
                <v:textbox>
                  <w:txbxContent>
                    <w:p w14:paraId="2E8D3B72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4BC29648" wp14:editId="030C2E70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A412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29648" id="Text Box 7" o:spid="_x0000_s1037" type="#_x0000_t202" style="position:absolute;margin-left:153pt;margin-top:13.05pt;width:234pt;height:18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dO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mJ5c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4y63T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3BDA412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</w:p>
    <w:p w14:paraId="444A252F" w14:textId="77777777" w:rsidR="004B2A40" w:rsidRDefault="004B2A40" w:rsidP="004B2A40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6B815B02" w14:textId="77777777" w:rsidR="004B2A40" w:rsidRDefault="004B2A40" w:rsidP="004B2A40"/>
    <w:p w14:paraId="5C8D3AE2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055E2FD8" wp14:editId="095E2AF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3C7F6" w14:textId="77777777" w:rsidR="0082415E" w:rsidRDefault="0082415E" w:rsidP="004B2A40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E2FD8" id="Text Box 9" o:spid="_x0000_s1038" type="#_x0000_t202" style="position:absolute;margin-left:27pt;margin-top:12.6pt;width:4in;height:18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YZ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GehQuC1hOqEzFoYlYsvDY0W7A9KelRtQd33A7OCEvVe43au54tFkHl0FsurDB17GSkv&#10;I0xzhCqop2Q0d358GgdjZdNipVEPGm5xo7WMZD93NfWPyozrml5RkP6lH7Oe3/r2EQ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hAhYZ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3E3C7F6" w14:textId="77777777" w:rsidR="0082415E" w:rsidRDefault="0082415E" w:rsidP="004B2A40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CA2363B" wp14:editId="76076C72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7883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2363B" id="Text Box 10" o:spid="_x0000_s1039" type="#_x0000_t202" style="position:absolute;margin-left:387pt;margin-top:12.6pt;width:36pt;height:18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k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KOX8YMkdYSqhMRizAMLn00MhrA75x1NLQF998OAhVn5p0lca5ni0Wc8nRIxHKGl57y0iOs&#10;JKiCB84GcxuGn3FwqPcNZRrGwcItCVrrRPZTVWP9NJhJrvETxcm/PKeop6+++QE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PU4h+Q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07878832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3118E451" w14:textId="77777777" w:rsidR="004B2A40" w:rsidRDefault="004B2A40" w:rsidP="004B2A40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22FBC6B4" w14:textId="77777777" w:rsidR="004B2A40" w:rsidRDefault="004B2A40" w:rsidP="004B2A40"/>
    <w:p w14:paraId="3002A19C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5D843D5" wp14:editId="24AF03F1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E58A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843D5" id="Text Box 11" o:spid="_x0000_s1040" type="#_x0000_t202" style="position:absolute;margin-left:54pt;margin-top:6.05pt;width:108pt;height:18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647E58A0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FFEBCAE" w14:textId="77777777" w:rsidR="004B2A40" w:rsidRDefault="00D23E5E" w:rsidP="004B2A40">
      <w:r>
        <w:t>Telefono</w:t>
      </w:r>
      <w:r>
        <w:tab/>
      </w:r>
      <w:r>
        <w:tab/>
      </w:r>
      <w:r>
        <w:tab/>
      </w:r>
      <w:r>
        <w:tab/>
      </w:r>
      <w:r w:rsidR="004B2A40">
        <w:tab/>
      </w:r>
      <w:r w:rsidR="004B2A40">
        <w:tab/>
      </w:r>
      <w:r w:rsidR="004B2A40">
        <w:tab/>
      </w:r>
    </w:p>
    <w:p w14:paraId="1A994557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9370BEA" wp14:editId="7FD10844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B9044" w14:textId="77777777" w:rsidR="0082415E" w:rsidRDefault="0082415E" w:rsidP="004B2A40"/>
                          <w:p w14:paraId="4A8A494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70BEA" id="Text Box 12" o:spid="_x0000_s1041" type="#_x0000_t202" style="position:absolute;margin-left:275.55pt;margin-top:9.6pt;width:186.75pt;height:1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456B9044" w14:textId="77777777" w:rsidR="0082415E" w:rsidRDefault="0082415E" w:rsidP="004B2A40"/>
                    <w:p w14:paraId="4A8A494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1370700" wp14:editId="07144CDE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02029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70700" id="Text Box 13" o:spid="_x0000_s1042" type="#_x0000_t202" style="position:absolute;margin-left:54pt;margin-top:10.8pt;width:126pt;height:18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32C02029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0505E444" w14:textId="77777777" w:rsidR="004B2A40" w:rsidRDefault="004B2A40" w:rsidP="004B2A40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4E12A705" w14:textId="77777777" w:rsidR="004B2A40" w:rsidRDefault="004B2A40" w:rsidP="004B2A40"/>
    <w:p w14:paraId="3C9E4C00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30D5872A" wp14:editId="0AAF17AC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4A84F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5872A" id="Text Box 19" o:spid="_x0000_s1043" type="#_x0000_t202" style="position:absolute;margin-left:4in;margin-top:0;width:162pt;height:18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5014A84F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A2BEAE9" wp14:editId="01DFED27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92C4C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BEAE9" id="Text Box 18" o:spid="_x0000_s1044" type="#_x0000_t202" style="position:absolute;margin-left:1in;margin-top:0;width:153pt;height:1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16792C4C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Codice fiscale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P. IVA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</w:p>
    <w:p w14:paraId="1FD66608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999211" wp14:editId="4C853FB0">
                <wp:simplePos x="0" y="0"/>
                <wp:positionH relativeFrom="column">
                  <wp:posOffset>1236345</wp:posOffset>
                </wp:positionH>
                <wp:positionV relativeFrom="paragraph">
                  <wp:posOffset>144145</wp:posOffset>
                </wp:positionV>
                <wp:extent cx="2238375" cy="282575"/>
                <wp:effectExtent l="0" t="0" r="9525" b="3175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F8857" w14:textId="77777777" w:rsidR="0082415E" w:rsidRDefault="0082415E" w:rsidP="009A42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99211" id="_x0000_s1045" type="#_x0000_t202" style="position:absolute;margin-left:97.35pt;margin-top:11.35pt;width:176.25pt;height:22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">
                <v:textbox>
                  <w:txbxContent>
                    <w:p w14:paraId="774F8857" w14:textId="77777777" w:rsidR="0082415E" w:rsidRDefault="0082415E" w:rsidP="009A423D"/>
                  </w:txbxContent>
                </v:textbox>
              </v:shape>
            </w:pict>
          </mc:Fallback>
        </mc:AlternateContent>
      </w:r>
    </w:p>
    <w:p w14:paraId="7F150610" w14:textId="77777777" w:rsidR="009A423D" w:rsidRDefault="009A423D" w:rsidP="004B2A40">
      <w:r>
        <w:t xml:space="preserve">Domicilio fiscale </w:t>
      </w:r>
    </w:p>
    <w:p w14:paraId="649686C0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EE92589" wp14:editId="4151C4D2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5715" b="0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A6770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92589" id="Text Box 72" o:spid="_x0000_s1046" type="#_x0000_t202" style="position:absolute;margin-left:359.1pt;margin-top:7.4pt;width:122.55pt;height:22.7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WqGQ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">
                <v:textbox>
                  <w:txbxContent>
                    <w:p w14:paraId="2ABA6770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8F89423" wp14:editId="7357F979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204E2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89423" id="Text Box 71" o:spid="_x0000_s1047" type="#_x0000_t202" style="position:absolute;margin-left:122.55pt;margin-top:11.95pt;width:114pt;height:22.1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">
                <v:textbox>
                  <w:txbxContent>
                    <w:p w14:paraId="5BA204E2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7DBC6629" w14:textId="77777777" w:rsidR="004B2A40" w:rsidRDefault="004B2A40" w:rsidP="004B2A40">
      <w:r>
        <w:t>INPS matricola azienda                                            INPS sede competente</w:t>
      </w:r>
    </w:p>
    <w:p w14:paraId="3FA8411C" w14:textId="77777777" w:rsidR="004B2A40" w:rsidRDefault="004B2A40" w:rsidP="004B2A40"/>
    <w:p w14:paraId="34D69FB9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110A936B" wp14:editId="5DC6181B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765E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A936B" id="Text Box 73" o:spid="_x0000_s1048" type="#_x0000_t202" style="position:absolute;margin-left:114pt;margin-top:11.35pt;width:122.55pt;height:22.9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ssvHAIAADM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">
                <v:textbox>
                  <w:txbxContent>
                    <w:p w14:paraId="74C7765E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1397B268" wp14:editId="3DA3F727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8A827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7B268" id="Text Box 74" o:spid="_x0000_s1049" type="#_x0000_t202" style="position:absolute;margin-left:322.05pt;margin-top:11.5pt;width:148.2pt;height:22.7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CExEqt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748A827A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28BA39CD" w14:textId="77777777" w:rsidR="004B2A40" w:rsidRDefault="004B2A40" w:rsidP="004B2A40">
      <w:r>
        <w:t xml:space="preserve">INAIL codice azienda                                       </w:t>
      </w:r>
      <w:r>
        <w:tab/>
        <w:t xml:space="preserve"> PAT INAIL  </w:t>
      </w:r>
    </w:p>
    <w:p w14:paraId="0B482CCA" w14:textId="77777777" w:rsidR="004B2A40" w:rsidRDefault="004B2A40" w:rsidP="004B2A40">
      <w:pPr>
        <w:spacing w:line="480" w:lineRule="auto"/>
        <w:ind w:right="-444"/>
        <w:jc w:val="both"/>
      </w:pPr>
    </w:p>
    <w:p w14:paraId="6AEB0783" w14:textId="77777777" w:rsidR="004B2A40" w:rsidRDefault="00160E0C" w:rsidP="004B2A40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64D75EC" wp14:editId="74B1C80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E241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D75EC" id="Text Box 76" o:spid="_x0000_s1050" type="#_x0000_t202" style="position:absolute;margin-left:5in;margin-top:9pt;width:104.55pt;height:27.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VuHAIAADMEAAAOAAAAZHJzL2Uyb0RvYy54bWysU9tu2zAMfR+wfxD0vjhJkyY14hRdugwD&#10;ugvQ7QNkWY6FyaJGKbGzrx8lp2nQbS/D/CCIJnVIHh6ubvvWsINCr8EWfDIac6ashErbXcG/fd2+&#10;WXL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aLxXLOmSTf1ex6MUlTyUT+9NqhD+8VtCxeCo401IQuDg8+xGpE/hQSk3kwutpqY5KB&#10;u3JjkB0ECWCbvtTAizBjWVfwm/l0PhDwV4hx+v4E0epASja6LfjyHCTySNs7WyWdBaHNcKeSjT3x&#10;GKkbSAx92TNdFXw6ixkiryVUR2IWYVAubRpdGsCfnHWk2oL7H3uBijPzwdJ0biazWZR5MmbzxZQM&#10;vPSUlx5hJUEVPHA2XDdhWI29Q71rKNOgBwt3NNFaJ7KfqzrVT8pMMzhtUZT+pZ2innd9/Qs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BimlW4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57F9E241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352D66E" wp14:editId="7BF934C4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5928A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D66E" id="Text Box 75" o:spid="_x0000_s1051" type="#_x0000_t202" style="position:absolute;margin-left:96.9pt;margin-top:4.55pt;width:116.85pt;height:27.3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i/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ZzKoAeR1xKqIzGLMCiXNo0uDeBPzjpSbcH9j71AxZn5YGk6y8lsFmWejNn8ZkoG&#10;XnrKS4+wkqAKHjgbrpswrMbeod41lGnQg4U7mmitE9nPVZ3qJ2WmGZy2KEr/0k5Rz7u+/gU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HOF4v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7C05928A" w14:textId="77777777" w:rsidR="0082415E" w:rsidRDefault="0082415E" w:rsidP="004B2A40"/>
                  </w:txbxContent>
                </v:textbox>
              </v:shape>
            </w:pict>
          </mc:Fallback>
        </mc:AlternateContent>
      </w:r>
      <w:r w:rsidR="004B2A40">
        <w:t>CASSA EDILE</w: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CASSA EDILE</w:t>
      </w:r>
    </w:p>
    <w:p w14:paraId="558C2D64" w14:textId="77777777" w:rsidR="004B2A40" w:rsidRDefault="004B2A40" w:rsidP="004B2A40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7DB63874" w14:textId="77777777" w:rsidR="004B2A40" w:rsidRDefault="004B2A40" w:rsidP="004B2A40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52A0C641" w14:textId="77777777" w:rsidR="004B2A40" w:rsidRDefault="004B2A40" w:rsidP="004B2A40">
      <w:pPr>
        <w:ind w:right="-442"/>
        <w:jc w:val="both"/>
      </w:pPr>
    </w:p>
    <w:p w14:paraId="7CE29F39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226A383E" wp14:editId="5FFC71DF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220ED" id="Rectangle 66" o:spid="_x0000_s1026" style="position:absolute;margin-left:262.2pt;margin-top:3.35pt;width:11.4pt;height:9.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72A95F8F" wp14:editId="66C3F233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5723C" id="Rectangle 70" o:spid="_x0000_s1026" style="position:absolute;margin-left:122.55pt;margin-top:3.35pt;width:11.4pt;height:9.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 w:rsidR="004B2A40">
        <w:t>Dimensione aziendale</w:t>
      </w:r>
      <w:r w:rsidR="004B2A40">
        <w:tab/>
        <w:t>da 0 a 5 lavoratori</w:t>
      </w:r>
      <w:r w:rsidR="004B2A40">
        <w:tab/>
      </w:r>
      <w:r w:rsidR="004B2A40">
        <w:tab/>
      </w:r>
      <w:r w:rsidR="004B2A40">
        <w:tab/>
        <w:t>da 16 a 50 lavoratori</w:t>
      </w:r>
    </w:p>
    <w:p w14:paraId="1D035854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62F751C" wp14:editId="65AC59D5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C2B0C" id="Rectangle 67" o:spid="_x0000_s1026" style="position:absolute;margin-left:262.2pt;margin-top:3.05pt;width:11.4pt;height:9.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FFF3618" wp14:editId="1CCAF7E9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BF350" id="Rectangle 68" o:spid="_x0000_s1026" style="position:absolute;margin-left:122.55pt;margin-top:3.05pt;width:11.4pt;height:9.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  <w:r w:rsidR="004B2A40">
        <w:tab/>
        <w:t>da 6 a 15 lavoratori</w:t>
      </w:r>
      <w:r w:rsidR="004B2A40">
        <w:tab/>
      </w:r>
      <w:r w:rsidR="004B2A40">
        <w:tab/>
      </w:r>
      <w:r w:rsidR="004B2A40">
        <w:tab/>
        <w:t>da 51 a 100 lavoratori</w:t>
      </w:r>
    </w:p>
    <w:p w14:paraId="2460437E" w14:textId="77777777" w:rsidR="004B2A40" w:rsidRDefault="00160E0C" w:rsidP="004B2A40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31955A2C" wp14:editId="49B10A1F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0C433" id="Rectangle 69" o:spid="_x0000_s1026" style="position:absolute;margin-left:262.2pt;margin-top:2.75pt;width:11.4pt;height:9.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</w:r>
      <w:r w:rsidR="004B2A40">
        <w:tab/>
        <w:t>oltre</w:t>
      </w:r>
    </w:p>
    <w:p w14:paraId="1C09FC5C" w14:textId="77777777" w:rsidR="004B2A40" w:rsidRPr="00EF308C" w:rsidRDefault="004B2A40" w:rsidP="004B2A40">
      <w:pPr>
        <w:rPr>
          <w:strike/>
          <w:highlight w:val="green"/>
        </w:rPr>
      </w:pPr>
    </w:p>
    <w:p w14:paraId="4623291E" w14:textId="77777777" w:rsidR="004B2A40" w:rsidRDefault="004B2A40" w:rsidP="004B2A40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4DED399E" w14:textId="77777777" w:rsidR="004B2A40" w:rsidRDefault="004B2A40" w:rsidP="004B2A40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3D6CDD24" w14:textId="28E40A82" w:rsidR="004B2A40" w:rsidRDefault="004B2A40" w:rsidP="00E32884">
      <w:pPr>
        <w:numPr>
          <w:ilvl w:val="0"/>
          <w:numId w:val="1"/>
        </w:numPr>
        <w:spacing w:line="480" w:lineRule="auto"/>
        <w:ind w:right="-387"/>
        <w:jc w:val="both"/>
      </w:pPr>
      <w:r w:rsidRPr="002D01A6">
        <w:t>di essere ammesso alla gara</w:t>
      </w:r>
      <w:r>
        <w:t xml:space="preserve"> e dichiara </w:t>
      </w:r>
      <w:r w:rsidRPr="00652C6E">
        <w:t xml:space="preserve">di avere esaminato gli elaborati progettuali </w:t>
      </w:r>
      <w:r>
        <w:t xml:space="preserve">e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20D28920" w14:textId="3AADA986" w:rsidR="00F554EE" w:rsidRPr="00F554EE" w:rsidRDefault="004B2A40" w:rsidP="00F554EE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 w:rsidR="002D01A6">
        <w:t>;</w:t>
      </w:r>
      <w:r w:rsidR="00EA380E">
        <w:t xml:space="preserve"> </w:t>
      </w:r>
    </w:p>
    <w:p w14:paraId="4F5235A6" w14:textId="0AE07752" w:rsidR="00E37DA5" w:rsidRDefault="00E37DA5" w:rsidP="00E37DA5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831400" wp14:editId="201E325C">
                <wp:simplePos x="0" y="0"/>
                <wp:positionH relativeFrom="column">
                  <wp:posOffset>421005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F2574" w14:textId="041E546F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31400" id="Rettangolo 5" o:spid="_x0000_s1052" style="position:absolute;left:0;text-align:left;margin-left:33.15pt;margin-top:.55pt;width:11.4pt;height:9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5A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">
                <v:textbox>
                  <w:txbxContent>
                    <w:p w14:paraId="5CAF2574" w14:textId="041E546F" w:rsidR="00E37DA5" w:rsidRDefault="00E37DA5" w:rsidP="00E37DA5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</w:t>
      </w:r>
      <w:r w:rsidR="00D23E5E">
        <w:t>dichiara i</w:t>
      </w:r>
      <w:r w:rsidR="00F554EE" w:rsidRPr="00D23E5E">
        <w:t xml:space="preserve"> dati identificativi (nome, cognome, data e luogo di nascita, codice fiscale, comune di residenza etc.) dei soggetti di cui all’articolo 94, comma 3 del Codice, ivi incluso l’amministratore di fatto, ove presente</w:t>
      </w:r>
      <w:r>
        <w:t>:_______________</w:t>
      </w:r>
    </w:p>
    <w:p w14:paraId="521ECB04" w14:textId="0CBB10BD" w:rsidR="00E37DA5" w:rsidRPr="008B2D3B" w:rsidRDefault="00E37DA5" w:rsidP="008B2D3B">
      <w:pPr>
        <w:spacing w:line="480" w:lineRule="auto"/>
        <w:ind w:left="720" w:right="-387"/>
        <w:jc w:val="center"/>
        <w:rPr>
          <w:b/>
          <w:bCs/>
        </w:rPr>
      </w:pPr>
      <w:r w:rsidRPr="008B2D3B">
        <w:rPr>
          <w:b/>
          <w:bCs/>
        </w:rPr>
        <w:t>ovvero</w:t>
      </w:r>
    </w:p>
    <w:p w14:paraId="47E35735" w14:textId="4B38FB43" w:rsidR="00AE0EFF" w:rsidRPr="00D23E5E" w:rsidRDefault="00E37DA5" w:rsidP="008B2D3B">
      <w:pPr>
        <w:spacing w:line="480" w:lineRule="auto"/>
        <w:ind w:left="720" w:right="-387" w:firstLine="273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43E167" wp14:editId="4F6612F7">
                <wp:simplePos x="0" y="0"/>
                <wp:positionH relativeFrom="column">
                  <wp:posOffset>387985</wp:posOffset>
                </wp:positionH>
                <wp:positionV relativeFrom="paragraph">
                  <wp:posOffset>12065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AF93E" w14:textId="77777777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3E167" id="_x0000_s1053" style="position:absolute;left:0;text-align:left;margin-left:30.55pt;margin-top:.95pt;width:11.4pt;height:9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us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">
                <v:textbox>
                  <w:txbxContent>
                    <w:p w14:paraId="6CBAF93E" w14:textId="77777777" w:rsidR="00E37DA5" w:rsidRDefault="00E37DA5" w:rsidP="00E37DA5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dichiara che </w:t>
      </w:r>
      <w:r w:rsidR="00F554EE" w:rsidRPr="00D23E5E">
        <w:t>la banca dati ufficiale o il pubblico registro da cui i medesimi possono essere ricavati in modo aggiornato alla data di presentazione dell’offerta</w:t>
      </w:r>
      <w:r>
        <w:t xml:space="preserve"> è :________</w:t>
      </w:r>
      <w:r w:rsidR="00F554EE" w:rsidRPr="00D23E5E">
        <w:t xml:space="preserve">; </w:t>
      </w:r>
    </w:p>
    <w:p w14:paraId="0D4337AC" w14:textId="7A082373" w:rsidR="00E37DA5" w:rsidRDefault="00E37DA5" w:rsidP="00D23E5E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173682" wp14:editId="12A6E4FD">
                <wp:simplePos x="0" y="0"/>
                <wp:positionH relativeFrom="column">
                  <wp:posOffset>388289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F87D8" w14:textId="4580DFC6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73682" id="_x0000_s1054" style="position:absolute;left:0;text-align:left;margin-left:30.55pt;margin-top:1.8pt;width:11.4pt;height:9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xN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">
                <v:textbox>
                  <w:txbxContent>
                    <w:p w14:paraId="7B9F87D8" w14:textId="4580DFC6" w:rsidR="00E37DA5" w:rsidRDefault="00E37DA5" w:rsidP="00E37DA5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</w:t>
      </w:r>
      <w:r w:rsidR="001D53B4">
        <w:t xml:space="preserve">dichiara </w:t>
      </w:r>
      <w:r w:rsidR="00AE0EFF" w:rsidRPr="00D23E5E">
        <w:t>di non partecipare alla medesima gara contemporaneamente in forme diverse (individuale e associata; in più forme associate; in forma singola e quale consorziato esecutore di un consorzio)</w:t>
      </w:r>
      <w:r w:rsidR="008B2D3B">
        <w:t>.</w:t>
      </w:r>
      <w:r w:rsidR="00AE0EFF" w:rsidRPr="00D23E5E">
        <w:t xml:space="preserve"> </w:t>
      </w:r>
    </w:p>
    <w:p w14:paraId="7691D85F" w14:textId="60A23599" w:rsidR="00E37DA5" w:rsidRPr="00E37DA5" w:rsidRDefault="00E37DA5" w:rsidP="008B2D3B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t>ovvero</w:t>
      </w:r>
    </w:p>
    <w:p w14:paraId="503DF1F7" w14:textId="3B960EED" w:rsidR="00E37DA5" w:rsidRDefault="00E37DA5" w:rsidP="00E37DA5">
      <w:pPr>
        <w:spacing w:line="480" w:lineRule="auto"/>
        <w:ind w:left="720" w:right="-387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BA7BFFE" wp14:editId="5640BF49">
                <wp:simplePos x="0" y="0"/>
                <wp:positionH relativeFrom="column">
                  <wp:posOffset>308085</wp:posOffset>
                </wp:positionH>
                <wp:positionV relativeFrom="paragraph">
                  <wp:posOffset>46575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BEECD" w14:textId="0CF7262B" w:rsidR="00E37DA5" w:rsidRDefault="00E37DA5" w:rsidP="00E37DA5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A7BFFE" id="_x0000_s1055" style="position:absolute;left:0;text-align:left;margin-left:24.25pt;margin-top:3.65pt;width:11.4pt;height:9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ImhFgIAACg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">
                <v:textbox>
                  <w:txbxContent>
                    <w:p w14:paraId="2F1BEECD" w14:textId="0CF7262B" w:rsidR="00E37DA5" w:rsidRDefault="00E37DA5" w:rsidP="00E37DA5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</w:t>
      </w:r>
      <w:r w:rsidR="006A7FC4">
        <w:t xml:space="preserve">dichiara </w:t>
      </w:r>
      <w:r w:rsidRPr="00D23E5E">
        <w:t>di partecipare alla medesima gara contemporaneamente in forme diverse</w:t>
      </w:r>
      <w:r>
        <w:t xml:space="preserve"> </w:t>
      </w:r>
      <w:r w:rsidRPr="00D23E5E">
        <w:t>(individuale e associata; in più forme associate; in forma singola e quale consorziato esecutore di un consorzio)</w:t>
      </w:r>
      <w:r>
        <w:t xml:space="preserve"> e precisamente:</w:t>
      </w:r>
      <w:r w:rsidR="00737E4E">
        <w:t xml:space="preserve"> </w:t>
      </w:r>
      <w:r>
        <w:t xml:space="preserve">_________________________ </w:t>
      </w:r>
    </w:p>
    <w:p w14:paraId="77956A23" w14:textId="130A1E26" w:rsidR="00AE0EFF" w:rsidRPr="00D23E5E" w:rsidRDefault="00AE0EFF" w:rsidP="00E37DA5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3A15B168" w14:textId="61E11AB3" w:rsidR="00AE0EFF" w:rsidRDefault="00A10BC2" w:rsidP="00D23E5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="00AE0EFF" w:rsidRPr="00D23E5E">
        <w:t>di accettare, senza condizione o riserva alcuna, tutte le norme e disposizioni contenute nella documentazione di gara;</w:t>
      </w:r>
    </w:p>
    <w:p w14:paraId="6D43C3D0" w14:textId="4FD60FE6" w:rsidR="0005350D" w:rsidRDefault="00051224" w:rsidP="00051224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7DE33AF" wp14:editId="0C8363F6">
                <wp:simplePos x="0" y="0"/>
                <wp:positionH relativeFrom="column">
                  <wp:posOffset>509065</wp:posOffset>
                </wp:positionH>
                <wp:positionV relativeFrom="paragraph">
                  <wp:posOffset>54665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1FEA2" id="Rettangolo 5" o:spid="_x0000_s1026" style="position:absolute;margin-left:40.1pt;margin-top:4.3pt;width:11.4pt;height:9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"/>
            </w:pict>
          </mc:Fallback>
        </mc:AlternateContent>
      </w:r>
      <w:r>
        <w:t xml:space="preserve">       </w:t>
      </w:r>
      <w:r w:rsidR="0005350D">
        <w:t xml:space="preserve"> </w:t>
      </w:r>
      <w:r w:rsidR="00AE0EFF" w:rsidRPr="00D23E5E">
        <w:t>di</w:t>
      </w:r>
      <w:r w:rsidR="009916C9">
        <w:t>chiara di</w:t>
      </w:r>
      <w:r w:rsidR="00AE0EFF" w:rsidRPr="00D23E5E">
        <w:t xml:space="preserve"> applicare il CCNL indicato dalla stazione appaltante </w:t>
      </w:r>
      <w:r w:rsidR="002720E5" w:rsidRPr="00D23E5E">
        <w:t>con l’indicazione del relativo codice alfanumerico unico</w:t>
      </w:r>
      <w:r w:rsidR="0031318F">
        <w:t xml:space="preserve"> </w:t>
      </w:r>
      <w:r w:rsidR="0031318F" w:rsidRPr="00D23E5E">
        <w:t xml:space="preserve">di cui all’articolo 16 quater del </w:t>
      </w:r>
      <w:r w:rsidR="00567B46" w:rsidRPr="00D23E5E">
        <w:t>decreto-legge</w:t>
      </w:r>
      <w:r w:rsidR="0031318F" w:rsidRPr="00D23E5E">
        <w:t xml:space="preserve"> 76/20;</w:t>
      </w:r>
    </w:p>
    <w:p w14:paraId="5BBBE504" w14:textId="77777777" w:rsidR="002720E5" w:rsidRDefault="002720E5" w:rsidP="002720E5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49512D" wp14:editId="59BBE365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3F490" w14:textId="77777777" w:rsidR="002720E5" w:rsidRDefault="002720E5" w:rsidP="002720E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9512D" id="Text Box 257" o:spid="_x0000_s1056" type="#_x0000_t202" style="position:absolute;left:0;text-align:left;margin-left:53.05pt;margin-top:-.1pt;width:359.1pt;height:53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3dGwIAADM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">
                <v:textbox>
                  <w:txbxContent>
                    <w:p w14:paraId="5DE3F490" w14:textId="77777777" w:rsidR="002720E5" w:rsidRDefault="002720E5" w:rsidP="002720E5"/>
                  </w:txbxContent>
                </v:textbox>
                <w10:wrap anchorx="margin"/>
              </v:shape>
            </w:pict>
          </mc:Fallback>
        </mc:AlternateContent>
      </w:r>
    </w:p>
    <w:p w14:paraId="524DBE5E" w14:textId="77777777" w:rsidR="002720E5" w:rsidRDefault="002720E5" w:rsidP="002720E5">
      <w:pPr>
        <w:spacing w:line="480" w:lineRule="auto"/>
        <w:ind w:right="-387"/>
        <w:jc w:val="both"/>
      </w:pPr>
    </w:p>
    <w:p w14:paraId="0B8CF5EB" w14:textId="7B42826F" w:rsidR="00F71F70" w:rsidRDefault="005364FF" w:rsidP="005364FF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</w:t>
      </w:r>
    </w:p>
    <w:p w14:paraId="39C2DCB6" w14:textId="12F325CB" w:rsidR="005364FF" w:rsidRPr="005364FF" w:rsidRDefault="005364FF" w:rsidP="003039FB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14:paraId="039A0FA2" w14:textId="7B6FD16D" w:rsidR="00AE0EFF" w:rsidRDefault="0005350D" w:rsidP="0005350D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80F6E70" wp14:editId="230C82E0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BF1F6" id="Rettangolo 5" o:spid="_x0000_s1026" style="position:absolute;margin-left:39.75pt;margin-top:1.2pt;width:11.4pt;height:9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 w:rsidR="005C0B63">
        <w:t xml:space="preserve">dichiara </w:t>
      </w:r>
      <w:r>
        <w:t xml:space="preserve">di applicare </w:t>
      </w:r>
      <w:r w:rsidR="00FA553F">
        <w:t>il seguente</w:t>
      </w:r>
      <w:r w:rsidR="00AE0EFF" w:rsidRPr="00D23E5E">
        <w:t xml:space="preserve"> CCNL equivalente, con l’indicazione del relativo codice alfanumerico unico di cui all’articolo 16 quater del </w:t>
      </w:r>
      <w:r w:rsidR="00E85FB1" w:rsidRPr="00D23E5E">
        <w:t>decreto-legge</w:t>
      </w:r>
      <w:r w:rsidR="00AE0EFF" w:rsidRPr="00D23E5E">
        <w:t xml:space="preserve"> 76/20</w:t>
      </w:r>
    </w:p>
    <w:p w14:paraId="48566157" w14:textId="77777777" w:rsidR="0005350D" w:rsidRDefault="0005350D" w:rsidP="0005350D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058A17" wp14:editId="198F6F79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670FF" w14:textId="77777777" w:rsidR="0005350D" w:rsidRDefault="0005350D" w:rsidP="000535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58A17" id="_x0000_s1057" type="#_x0000_t202" style="position:absolute;left:0;text-align:left;margin-left:304.55pt;margin-top:.55pt;width:355.75pt;height:53.15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">
                <v:textbox>
                  <w:txbxContent>
                    <w:p w14:paraId="224670FF" w14:textId="77777777" w:rsidR="0005350D" w:rsidRDefault="0005350D" w:rsidP="0005350D"/>
                  </w:txbxContent>
                </v:textbox>
                <w10:wrap anchorx="margin"/>
              </v:shape>
            </w:pict>
          </mc:Fallback>
        </mc:AlternateContent>
      </w:r>
    </w:p>
    <w:p w14:paraId="34E115E1" w14:textId="77777777" w:rsidR="0005350D" w:rsidRDefault="0005350D" w:rsidP="0005350D">
      <w:pPr>
        <w:spacing w:line="480" w:lineRule="auto"/>
        <w:ind w:left="1276" w:right="-387"/>
        <w:jc w:val="both"/>
      </w:pPr>
    </w:p>
    <w:p w14:paraId="104FD25B" w14:textId="77777777" w:rsidR="0027763A" w:rsidRPr="0027763A" w:rsidRDefault="0027763A" w:rsidP="0027763A">
      <w:pPr>
        <w:spacing w:line="480" w:lineRule="auto"/>
        <w:ind w:left="426" w:right="-387"/>
        <w:jc w:val="both"/>
      </w:pPr>
      <w:r w:rsidRPr="0027763A">
        <w:t>e di assicurare l’applicazione delle medesime tutele economiche e normative garantite ai propri dipendenti ai lavoratori delle imprese che operano in subappalto;</w:t>
      </w:r>
    </w:p>
    <w:p w14:paraId="04D9C13E" w14:textId="77777777" w:rsidR="00AE0EFF" w:rsidRPr="0082415E" w:rsidRDefault="00AE0EFF" w:rsidP="00AE0EFF">
      <w:pPr>
        <w:pStyle w:val="Corpotesto"/>
        <w:tabs>
          <w:tab w:val="left" w:pos="-1440"/>
        </w:tabs>
        <w:spacing w:after="0"/>
        <w:jc w:val="both"/>
        <w:rPr>
          <w:color w:val="FF0000"/>
          <w:highlight w:val="yellow"/>
        </w:rPr>
      </w:pPr>
    </w:p>
    <w:p w14:paraId="30D70ABE" w14:textId="77777777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</w:t>
      </w:r>
      <w:r w:rsidRPr="00E00EB8">
        <w:lastRenderedPageBreak/>
        <w:t xml:space="preserve">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44C3DCBC" w14:textId="77777777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 w:rsidR="00265212">
        <w:t>1369/2021</w:t>
      </w:r>
      <w:r w:rsidRPr="007A5CFD">
        <w:t>, pena la risoluzione del contratto</w:t>
      </w:r>
      <w:r>
        <w:t>;</w:t>
      </w:r>
    </w:p>
    <w:p w14:paraId="28F7FD9A" w14:textId="407D778D" w:rsidR="004B2A40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84588D">
        <w:t xml:space="preserve">che l’offerta presentata tiene conto </w:t>
      </w:r>
      <w:r w:rsidR="003A2297">
        <w:t>dei costi</w:t>
      </w:r>
      <w:r w:rsidRPr="0084588D">
        <w:t xml:space="preserve"> per la sicurezza e ne accetta la quantificazione</w:t>
      </w:r>
      <w:r>
        <w:t>;</w:t>
      </w:r>
    </w:p>
    <w:p w14:paraId="48E14D34" w14:textId="452E13E5" w:rsidR="00737E4E" w:rsidRDefault="004B2A40" w:rsidP="004B2A40">
      <w:pPr>
        <w:numPr>
          <w:ilvl w:val="0"/>
          <w:numId w:val="1"/>
        </w:numPr>
        <w:spacing w:line="480" w:lineRule="auto"/>
        <w:ind w:right="-387"/>
        <w:jc w:val="both"/>
      </w:pPr>
      <w:r w:rsidRPr="00737E4E">
        <w:rPr>
          <w:b/>
        </w:rPr>
        <w:t>per l’operatore economico che si qualifica nella categoria OG12</w:t>
      </w:r>
      <w:r w:rsidR="00265212" w:rsidRPr="00737E4E">
        <w:rPr>
          <w:b/>
        </w:rPr>
        <w:t xml:space="preserve">, </w:t>
      </w:r>
      <w:r w:rsidR="00737E4E" w:rsidRPr="00737E4E">
        <w:rPr>
          <w:b/>
        </w:rPr>
        <w:t>d</w:t>
      </w:r>
      <w:r w:rsidRPr="00737E4E">
        <w:t>ichiara di essere</w:t>
      </w:r>
      <w:r w:rsidRPr="00947D8F">
        <w:t xml:space="preserve"> iscritto all’Albo Nazionale Gestori Ambientali di cui all’art. 212 del D. Lgs 152/2006 </w:t>
      </w:r>
      <w:r w:rsidR="00ED002D">
        <w:t xml:space="preserve">nella </w:t>
      </w:r>
      <w:r w:rsidRPr="00947D8F">
        <w:t>categoria</w:t>
      </w:r>
      <w:r w:rsidR="004C3D72">
        <w:t xml:space="preserve"> </w:t>
      </w:r>
      <w:r w:rsidR="00737E4E" w:rsidRPr="004C3D72">
        <w:rPr>
          <w:b/>
          <w:bCs/>
        </w:rPr>
        <w:t>10B</w:t>
      </w:r>
      <w:r w:rsidR="00ED002D">
        <w:t xml:space="preserve"> </w:t>
      </w:r>
      <w:r w:rsidRPr="00947D8F">
        <w:t>classe</w:t>
      </w:r>
      <w:r w:rsidR="00737E4E">
        <w:t xml:space="preserve"> </w:t>
      </w:r>
      <w:r w:rsidR="00737E4E" w:rsidRPr="004C3D72">
        <w:rPr>
          <w:b/>
          <w:bCs/>
        </w:rPr>
        <w:t>D</w:t>
      </w:r>
      <w:r w:rsidR="006C2BE5">
        <w:t>;</w:t>
      </w:r>
    </w:p>
    <w:p w14:paraId="4CC8C699" w14:textId="2F8ED5DD" w:rsidR="006A0A0D" w:rsidRDefault="00B20968" w:rsidP="004B2A40">
      <w:pPr>
        <w:numPr>
          <w:ilvl w:val="0"/>
          <w:numId w:val="1"/>
        </w:numPr>
        <w:spacing w:line="480" w:lineRule="auto"/>
        <w:ind w:right="-387"/>
        <w:jc w:val="both"/>
      </w:pPr>
      <w:r w:rsidRPr="00B20968">
        <w:rPr>
          <w:b/>
        </w:rPr>
        <w:t>dichiara che il numero di dipendenti impiegati alla data di presentazione della domanda è pari a ……………;</w:t>
      </w:r>
    </w:p>
    <w:p w14:paraId="3ADB5F30" w14:textId="12B85718" w:rsidR="00B85109" w:rsidRPr="00737E4E" w:rsidRDefault="00952BB6" w:rsidP="00825740">
      <w:pPr>
        <w:numPr>
          <w:ilvl w:val="0"/>
          <w:numId w:val="1"/>
        </w:numPr>
        <w:spacing w:after="116" w:line="360" w:lineRule="auto"/>
        <w:ind w:right="62"/>
        <w:jc w:val="both"/>
        <w:rPr>
          <w:b/>
        </w:rPr>
      </w:pPr>
      <w:r>
        <w:rPr>
          <w:b/>
        </w:rPr>
        <w:t xml:space="preserve">dichiara </w:t>
      </w:r>
      <w:r w:rsidR="00567DB5" w:rsidRPr="00B85109">
        <w:rPr>
          <w:b/>
        </w:rPr>
        <w:t xml:space="preserve">di non essere incorso nell’interdizione automatica per inadempimento dell’obbligo di consegnare alla stazione appaltante, entro sei mesi dalla conclusione del contratto, la relazione di genere di cui </w:t>
      </w:r>
      <w:r w:rsidR="00B85109" w:rsidRPr="00737E4E">
        <w:rPr>
          <w:b/>
        </w:rPr>
        <w:t xml:space="preserve">all’art. 1 comma 2 dell’All. II.3 al Codice dei Contratti; </w:t>
      </w:r>
    </w:p>
    <w:p w14:paraId="07A53D50" w14:textId="46422130" w:rsidR="006A0A0D" w:rsidRPr="00B85109" w:rsidRDefault="006A0A0D" w:rsidP="00825740">
      <w:pPr>
        <w:numPr>
          <w:ilvl w:val="0"/>
          <w:numId w:val="1"/>
        </w:numPr>
        <w:spacing w:after="116" w:line="360" w:lineRule="auto"/>
        <w:ind w:right="62"/>
        <w:jc w:val="both"/>
        <w:rPr>
          <w:b/>
        </w:rPr>
      </w:pPr>
      <w:r w:rsidRPr="00B85109">
        <w:rPr>
          <w:b/>
        </w:rPr>
        <w:t>dichiara di aver assolto agli obblighi di cui alla legge n. 68/1999;</w:t>
      </w:r>
    </w:p>
    <w:p w14:paraId="61678C97" w14:textId="77777777" w:rsidR="00C16581" w:rsidRDefault="006A0A0D" w:rsidP="006A0A0D">
      <w:pPr>
        <w:numPr>
          <w:ilvl w:val="0"/>
          <w:numId w:val="1"/>
        </w:numPr>
        <w:spacing w:after="240" w:line="276" w:lineRule="auto"/>
        <w:ind w:right="-386"/>
        <w:jc w:val="both"/>
        <w:rPr>
          <w:b/>
        </w:rPr>
      </w:pPr>
      <w:r w:rsidRPr="00045500">
        <w:rPr>
          <w:b/>
        </w:rPr>
        <w:t>dichiara di assumersi l’obbligo, in caso di aggiudicazione del contratto, di assicurare all’occupazione giovanile una quota d</w:t>
      </w:r>
      <w:r w:rsidR="00A470B2" w:rsidRPr="00045500">
        <w:rPr>
          <w:b/>
        </w:rPr>
        <w:t>el</w:t>
      </w:r>
      <w:r w:rsidRPr="00045500">
        <w:rPr>
          <w:b/>
        </w:rPr>
        <w:t xml:space="preserve"> 30% e a quella femminile una quota d</w:t>
      </w:r>
      <w:r w:rsidR="00A470B2" w:rsidRPr="00045500">
        <w:rPr>
          <w:b/>
        </w:rPr>
        <w:t>el</w:t>
      </w:r>
      <w:r w:rsidRPr="00045500">
        <w:rPr>
          <w:b/>
        </w:rPr>
        <w:t xml:space="preserve"> 30% delle assunzioni necessarie per l'esecuzione del contratto o per la realizzazione di attività ad esso connesse o strumentali;</w:t>
      </w:r>
    </w:p>
    <w:p w14:paraId="35794DBB" w14:textId="65E12A62" w:rsidR="008139A8" w:rsidRPr="00045500" w:rsidRDefault="00C16581" w:rsidP="006A0A0D">
      <w:pPr>
        <w:numPr>
          <w:ilvl w:val="0"/>
          <w:numId w:val="1"/>
        </w:numPr>
        <w:spacing w:after="240" w:line="276" w:lineRule="auto"/>
        <w:ind w:right="-386"/>
        <w:jc w:val="both"/>
        <w:rPr>
          <w:b/>
        </w:rPr>
      </w:pPr>
      <w:r w:rsidRPr="008E5D9D">
        <w:rPr>
          <w:b/>
        </w:rPr>
        <w:t xml:space="preserve">presenta copia dell'ultimo rapporto sulla situazione del personale, redatto dagli operatori economici che occupano oltre cinquanta dipendenti, ai sensi dell'articolo 46 del decreto legislativo n. 198/2006, con attestazione della sua conformità a quello eventualmente già trasmesso alle rappresentanze sindacali aziendali e ai consiglieri regionali di parità, ovvero, in caso d’inosservanza dei termini previsti dall’articolo 46, comma 1, decreto legislativo n. 198/2006, con attestazione della sua contestuale trasmissione alle rappresentanze sindacali </w:t>
      </w:r>
      <w:r w:rsidRPr="008E5D9D">
        <w:rPr>
          <w:b/>
        </w:rPr>
        <w:lastRenderedPageBreak/>
        <w:t>aziendali e alla consigliera e al consigliere regionale di parità ai sensi dell’art. 1 comma 1 dell’All. II.3 al Codice dei Contratti;</w:t>
      </w:r>
      <w:r>
        <w:rPr>
          <w:b/>
        </w:rPr>
        <w:t xml:space="preserve"> </w:t>
      </w:r>
    </w:p>
    <w:p w14:paraId="7F581D41" w14:textId="2FC4818B" w:rsidR="004B2A40" w:rsidRDefault="006E094D" w:rsidP="00C75CAC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bookmarkStart w:id="0" w:name="_Ref501016544"/>
      <w:r w:rsidRPr="006E094D">
        <w:t>attesta di</w:t>
      </w:r>
      <w:r w:rsidR="00B46E11">
        <w:t xml:space="preserve"> aver preso visione dell’Informativa Privacy allegata alla lettera di invito</w:t>
      </w:r>
      <w:bookmarkEnd w:id="0"/>
      <w:r w:rsidR="00B46E11">
        <w:t>;</w:t>
      </w:r>
    </w:p>
    <w:p w14:paraId="4693F7BD" w14:textId="37BAE364" w:rsidR="00B46E11" w:rsidRPr="006229B4" w:rsidRDefault="00B46E11" w:rsidP="00C75CAC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r>
        <w:t xml:space="preserve">attesta di prestare il consenso al trattamento dei dati tramite il fascicolo virtuale dell’operatore economico, </w:t>
      </w:r>
      <w:r w:rsidR="00871359">
        <w:t>come previsto dall’art. 35, comma 5 bis, del Codice dei Contratti</w:t>
      </w:r>
      <w:r>
        <w:t>.</w:t>
      </w:r>
    </w:p>
    <w:p w14:paraId="4431A513" w14:textId="77777777" w:rsidR="00A805A8" w:rsidRDefault="00A805A8" w:rsidP="004B2A40">
      <w:pPr>
        <w:spacing w:line="360" w:lineRule="auto"/>
        <w:contextualSpacing/>
        <w:jc w:val="both"/>
        <w:rPr>
          <w:b/>
          <w:i/>
          <w:color w:val="FF0000"/>
        </w:rPr>
      </w:pPr>
    </w:p>
    <w:p w14:paraId="65CD69EA" w14:textId="77777777" w:rsidR="00D925B3" w:rsidRDefault="00A45E3B" w:rsidP="00D925B3">
      <w:pPr>
        <w:spacing w:line="360" w:lineRule="auto"/>
        <w:ind w:left="-142"/>
        <w:contextualSpacing/>
        <w:jc w:val="both"/>
        <w:rPr>
          <w:b/>
          <w:i/>
        </w:rPr>
      </w:pPr>
      <w:r w:rsidRPr="00A45E3B">
        <w:rPr>
          <w:b/>
          <w:i/>
        </w:rPr>
        <w:t>N.B. Gli operatori economici che occupano oltre cinquanta dipendenti, producono al momento della presentazione dell'offerta</w:t>
      </w:r>
      <w:r w:rsidR="00D925B3">
        <w:rPr>
          <w:b/>
          <w:i/>
        </w:rPr>
        <w:t>:</w:t>
      </w:r>
    </w:p>
    <w:p w14:paraId="5E0CD985" w14:textId="4ACD7200" w:rsidR="00D925B3" w:rsidRPr="00D925B3" w:rsidRDefault="00A45E3B" w:rsidP="00D925B3">
      <w:pPr>
        <w:pStyle w:val="Paragrafoelenco"/>
        <w:numPr>
          <w:ilvl w:val="4"/>
          <w:numId w:val="1"/>
        </w:numPr>
        <w:spacing w:line="36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copia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dell'ultimo rapporto periodico sulla situazione del personale maschile e femminile redatto ai sensi dell’articolo 46 del decreto legislativo n. 198 del 2006,</w:t>
      </w:r>
    </w:p>
    <w:p w14:paraId="7F98CBB8" w14:textId="471B27D0" w:rsidR="004B2A40" w:rsidRPr="00D925B3" w:rsidRDefault="00A45E3B" w:rsidP="00D925B3">
      <w:pPr>
        <w:pStyle w:val="Paragrafoelenco"/>
        <w:numPr>
          <w:ilvl w:val="4"/>
          <w:numId w:val="1"/>
        </w:numPr>
        <w:spacing w:line="36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it-IT"/>
        </w:rPr>
      </w:pP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attestazione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della sua conformità a quello eventualmente già trasmesso alle rappresentanze sindacali aziendali e ai consiglieri regionali di parità </w:t>
      </w: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ovvero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, in mancanza, con </w:t>
      </w:r>
      <w:r w:rsidRPr="00D925B3">
        <w:rPr>
          <w:rFonts w:ascii="Times New Roman" w:eastAsia="Times New Roman" w:hAnsi="Times New Roman"/>
          <w:b/>
          <w:i/>
          <w:sz w:val="24"/>
          <w:szCs w:val="24"/>
          <w:u w:val="single"/>
          <w:lang w:eastAsia="it-IT"/>
        </w:rPr>
        <w:t>attestazione</w:t>
      </w:r>
      <w:r w:rsidRPr="00D925B3">
        <w:rPr>
          <w:rFonts w:ascii="Times New Roman" w:eastAsia="Times New Roman" w:hAnsi="Times New Roman"/>
          <w:b/>
          <w:i/>
          <w:sz w:val="24"/>
          <w:szCs w:val="24"/>
          <w:lang w:eastAsia="it-IT"/>
        </w:rPr>
        <w:t xml:space="preserve"> della sua contestuale trasmissione alle rappresentanze sindacali aziendali e alla consigliera e al consigliere regionale di parità.</w:t>
      </w:r>
    </w:p>
    <w:p w14:paraId="71C798D8" w14:textId="77777777" w:rsidR="004B2A40" w:rsidRDefault="004B2A40" w:rsidP="004B2A40">
      <w:pPr>
        <w:pStyle w:val="Corpodeltesto210"/>
        <w:widowControl/>
        <w:spacing w:line="360" w:lineRule="auto"/>
        <w:ind w:right="-387"/>
        <w:rPr>
          <w:szCs w:val="24"/>
        </w:rPr>
      </w:pPr>
    </w:p>
    <w:p w14:paraId="113F8345" w14:textId="77777777" w:rsidR="004B2A40" w:rsidRDefault="004B2A40" w:rsidP="004B2A40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43B06871" w14:textId="77777777" w:rsidR="00E10B67" w:rsidRDefault="00E10B67" w:rsidP="004B2A40">
      <w:pPr>
        <w:spacing w:line="480" w:lineRule="auto"/>
        <w:ind w:right="-387"/>
        <w:jc w:val="both"/>
      </w:pPr>
    </w:p>
    <w:p w14:paraId="61A3A08C" w14:textId="77777777" w:rsidR="004B2A40" w:rsidRDefault="004B2A40" w:rsidP="004B2A40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56D21709" w14:textId="77777777" w:rsidR="004B2A40" w:rsidRDefault="004B2A40" w:rsidP="004B2A40">
      <w:pPr>
        <w:spacing w:line="480" w:lineRule="auto"/>
        <w:ind w:left="720" w:right="-387"/>
        <w:jc w:val="center"/>
      </w:pPr>
      <w:r>
        <w:t>Il Legale Rappresentante</w:t>
      </w:r>
    </w:p>
    <w:p w14:paraId="54CAAA6E" w14:textId="77777777" w:rsidR="004B2A40" w:rsidRDefault="004B2A40" w:rsidP="004B2A40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5AA52787" w14:textId="7C98B786" w:rsidR="004B2A40" w:rsidRDefault="00AE0E14" w:rsidP="004B2A40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</w:t>
      </w:r>
      <w:r w:rsidR="004B2A40">
        <w:t>N CASO DI A.T.I. LE DICHIARAZIONI DEVONO ESSERE PRODOTTE DA CIASCUN RAPPRESENTANTE LEGALE DI TUTTE LE IMPRESE CHE INTENDONO ASSOCIARSI</w:t>
      </w:r>
    </w:p>
    <w:p w14:paraId="0CEA4EDF" w14:textId="77777777" w:rsidR="004B2A40" w:rsidRDefault="004B2A40" w:rsidP="004B2A40">
      <w:pPr>
        <w:pStyle w:val="Titolo3"/>
        <w:jc w:val="center"/>
        <w:sectPr w:rsidR="004B2A40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13E078E9" w14:textId="77777777" w:rsidR="00F86959" w:rsidRDefault="00F86959" w:rsidP="004B2A40"/>
    <w:p w14:paraId="258B4974" w14:textId="77777777" w:rsidR="004B2A40" w:rsidRDefault="004B2A40" w:rsidP="004B2A40">
      <w:r>
        <w:t>AL COMUNE DI MILANO</w:t>
      </w:r>
    </w:p>
    <w:p w14:paraId="6B8DB391" w14:textId="77777777" w:rsidR="004B2A40" w:rsidRDefault="004B2A40" w:rsidP="004B2A40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362EA601" w14:textId="77777777" w:rsidR="004B2A40" w:rsidRDefault="004B2A40" w:rsidP="004B2A40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 xml:space="preserve">Via </w:t>
      </w:r>
      <w:r w:rsidR="007E0CA5">
        <w:rPr>
          <w:szCs w:val="24"/>
        </w:rPr>
        <w:t>Durando 38/A</w:t>
      </w:r>
    </w:p>
    <w:p w14:paraId="36A35698" w14:textId="77777777" w:rsidR="004B2A40" w:rsidRDefault="004B2A40" w:rsidP="004B2A40">
      <w:pPr>
        <w:tabs>
          <w:tab w:val="num" w:pos="-1980"/>
        </w:tabs>
        <w:jc w:val="both"/>
      </w:pPr>
      <w:r>
        <w:t>MILANO</w:t>
      </w:r>
    </w:p>
    <w:p w14:paraId="333DE414" w14:textId="77777777" w:rsidR="004B2A40" w:rsidRDefault="00160E0C" w:rsidP="004B2A40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2D822B4" wp14:editId="78B82DC0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D53A7" w14:textId="77777777" w:rsidR="0082415E" w:rsidRDefault="0082415E" w:rsidP="004B2A40"/>
                          <w:p w14:paraId="68EF270D" w14:textId="77777777" w:rsidR="0082415E" w:rsidRDefault="0082415E" w:rsidP="004B2A40"/>
                          <w:p w14:paraId="39BA0174" w14:textId="77777777" w:rsidR="0082415E" w:rsidRDefault="0082415E" w:rsidP="004B2A40"/>
                          <w:p w14:paraId="2FD68FEA" w14:textId="77777777" w:rsidR="0082415E" w:rsidRDefault="0082415E" w:rsidP="004B2A40"/>
                          <w:p w14:paraId="555BD681" w14:textId="77777777" w:rsidR="0082415E" w:rsidRDefault="0082415E" w:rsidP="004B2A40"/>
                          <w:p w14:paraId="3F40EC2E" w14:textId="77777777" w:rsidR="0082415E" w:rsidRDefault="0082415E" w:rsidP="004B2A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822B4" id="_x0000_s1058" type="#_x0000_t202" style="position:absolute;left:0;text-align:left;margin-left:70.35pt;margin-top:13.9pt;width:409.65pt;height:37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">
                <v:textbox>
                  <w:txbxContent>
                    <w:p w14:paraId="5F2D53A7" w14:textId="77777777" w:rsidR="0082415E" w:rsidRDefault="0082415E" w:rsidP="004B2A40"/>
                    <w:p w14:paraId="68EF270D" w14:textId="77777777" w:rsidR="0082415E" w:rsidRDefault="0082415E" w:rsidP="004B2A40"/>
                    <w:p w14:paraId="39BA0174" w14:textId="77777777" w:rsidR="0082415E" w:rsidRDefault="0082415E" w:rsidP="004B2A40"/>
                    <w:p w14:paraId="2FD68FEA" w14:textId="77777777" w:rsidR="0082415E" w:rsidRDefault="0082415E" w:rsidP="004B2A40"/>
                    <w:p w14:paraId="555BD681" w14:textId="77777777" w:rsidR="0082415E" w:rsidRDefault="0082415E" w:rsidP="004B2A40"/>
                    <w:p w14:paraId="3F40EC2E" w14:textId="77777777" w:rsidR="0082415E" w:rsidRDefault="0082415E" w:rsidP="004B2A40"/>
                  </w:txbxContent>
                </v:textbox>
              </v:shape>
            </w:pict>
          </mc:Fallback>
        </mc:AlternateContent>
      </w:r>
    </w:p>
    <w:p w14:paraId="6863AB74" w14:textId="77777777" w:rsidR="004B2A40" w:rsidRDefault="004B2A40" w:rsidP="004B2A40">
      <w:pPr>
        <w:tabs>
          <w:tab w:val="num" w:pos="-1980"/>
        </w:tabs>
        <w:ind w:left="360"/>
        <w:jc w:val="both"/>
      </w:pPr>
    </w:p>
    <w:p w14:paraId="52B57953" w14:textId="77777777" w:rsidR="004B2A40" w:rsidRDefault="004B2A40" w:rsidP="004B2A40">
      <w:r>
        <w:rPr>
          <w:b/>
          <w:bCs/>
        </w:rPr>
        <w:t xml:space="preserve">OGGETTO </w:t>
      </w:r>
    </w:p>
    <w:p w14:paraId="16FC4C7B" w14:textId="77777777" w:rsidR="004B2A40" w:rsidRDefault="004B2A40" w:rsidP="004B2A40"/>
    <w:p w14:paraId="5E5A15EC" w14:textId="77777777" w:rsidR="00C16581" w:rsidRPr="00F9060A" w:rsidRDefault="00C16581" w:rsidP="00C16581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0CCCC99" wp14:editId="7BD1FB18">
                <wp:simplePos x="0" y="0"/>
                <wp:positionH relativeFrom="column">
                  <wp:posOffset>4331970</wp:posOffset>
                </wp:positionH>
                <wp:positionV relativeFrom="paragraph">
                  <wp:posOffset>147320</wp:posOffset>
                </wp:positionV>
                <wp:extent cx="1714500" cy="228600"/>
                <wp:effectExtent l="0" t="0" r="19050" b="19050"/>
                <wp:wrapNone/>
                <wp:docPr id="1463993126" name="Casella di testo 1463993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FC56B" w14:textId="77777777" w:rsidR="00C16581" w:rsidRDefault="00C16581" w:rsidP="00C165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CCC99" id="Casella di testo 1463993126" o:spid="_x0000_s1059" type="#_x0000_t202" style="position:absolute;margin-left:341.1pt;margin-top:11.6pt;width:135pt;height:1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">
                <v:textbox>
                  <w:txbxContent>
                    <w:p w14:paraId="7E0FC56B" w14:textId="77777777" w:rsidR="00C16581" w:rsidRDefault="00C16581" w:rsidP="00C1658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19ACF1D" wp14:editId="6B086E10">
                <wp:simplePos x="0" y="0"/>
                <wp:positionH relativeFrom="column">
                  <wp:posOffset>2298700</wp:posOffset>
                </wp:positionH>
                <wp:positionV relativeFrom="paragraph">
                  <wp:posOffset>152400</wp:posOffset>
                </wp:positionV>
                <wp:extent cx="571500" cy="228600"/>
                <wp:effectExtent l="0" t="0" r="19050" b="19050"/>
                <wp:wrapNone/>
                <wp:docPr id="481876193" name="Casella di testo 481876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59DF8" w14:textId="77777777" w:rsidR="00C16581" w:rsidRDefault="00C16581" w:rsidP="00C165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ACF1D" id="Casella di testo 481876193" o:spid="_x0000_s1060" type="#_x0000_t202" style="position:absolute;margin-left:181pt;margin-top:12pt;width:45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kNkGQIAADI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">
                <v:textbox>
                  <w:txbxContent>
                    <w:p w14:paraId="3E159DF8" w14:textId="77777777" w:rsidR="00C16581" w:rsidRDefault="00C16581" w:rsidP="00C16581"/>
                  </w:txbxContent>
                </v:textbox>
              </v:shape>
            </w:pict>
          </mc:Fallback>
        </mc:AlternateContent>
      </w:r>
    </w:p>
    <w:p w14:paraId="4107EEFA" w14:textId="77777777" w:rsidR="00C16581" w:rsidRPr="00F9060A" w:rsidRDefault="00C16581" w:rsidP="00C16581">
      <w:pPr>
        <w:rPr>
          <w:b/>
          <w:bCs/>
        </w:rPr>
      </w:pPr>
      <w:r w:rsidRPr="00F9060A">
        <w:rPr>
          <w:b/>
          <w:bCs/>
        </w:rPr>
        <w:t xml:space="preserve">NUMERO </w:t>
      </w:r>
      <w:r w:rsidRPr="004C7DB7">
        <w:rPr>
          <w:b/>
          <w:bCs/>
        </w:rPr>
        <w:t>ACCORDO QUADRO</w:t>
      </w:r>
      <w:r w:rsidRPr="00F9060A">
        <w:rPr>
          <w:b/>
          <w:bCs/>
        </w:rPr>
        <w:t xml:space="preserve"> </w:t>
      </w:r>
      <w:r w:rsidRPr="00F9060A">
        <w:rPr>
          <w:b/>
          <w:bCs/>
        </w:rPr>
        <w:tab/>
      </w:r>
      <w:r w:rsidRPr="00F9060A">
        <w:rPr>
          <w:b/>
          <w:bCs/>
        </w:rPr>
        <w:tab/>
        <w:t>IMPORTO IN €.</w:t>
      </w:r>
      <w:r w:rsidRPr="00F9060A">
        <w:rPr>
          <w:b/>
          <w:bCs/>
        </w:rPr>
        <w:tab/>
        <w:t xml:space="preserve"> </w:t>
      </w:r>
    </w:p>
    <w:p w14:paraId="6867CA67" w14:textId="77777777" w:rsidR="00C16581" w:rsidRDefault="00C16581" w:rsidP="00C16581"/>
    <w:p w14:paraId="19AFD964" w14:textId="56B0A21F" w:rsidR="004B2A40" w:rsidRPr="00D86C40" w:rsidRDefault="004B2A40" w:rsidP="004B2A40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D86C40">
        <w:rPr>
          <w:b/>
          <w:bCs/>
          <w:color w:val="000000"/>
        </w:rPr>
        <w:t>DICHIARAZIONE SOSTITUTIVA DEL PUNTO 1</w:t>
      </w:r>
      <w:r w:rsidR="003D3781">
        <w:rPr>
          <w:b/>
          <w:bCs/>
          <w:color w:val="000000"/>
        </w:rPr>
        <w:t>0</w:t>
      </w:r>
      <w:r w:rsidRPr="00D86C40">
        <w:rPr>
          <w:b/>
          <w:bCs/>
          <w:color w:val="000000"/>
        </w:rPr>
        <w:t>)</w:t>
      </w:r>
      <w:r w:rsidRPr="00D86C40">
        <w:rPr>
          <w:color w:val="000000"/>
        </w:rPr>
        <w:t xml:space="preserve"> </w:t>
      </w:r>
    </w:p>
    <w:p w14:paraId="0A338ABA" w14:textId="2AD21D43" w:rsidR="004B2A40" w:rsidRPr="00D86C40" w:rsidRDefault="004B2A40" w:rsidP="004B2A40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C16581">
        <w:rPr>
          <w:b/>
          <w:bCs/>
          <w:color w:val="000000"/>
        </w:rPr>
        <w:t>BANDO INTEGRALE DI GARA</w:t>
      </w:r>
    </w:p>
    <w:p w14:paraId="765DBA4A" w14:textId="77777777" w:rsidR="004B2A40" w:rsidRDefault="004B2A40" w:rsidP="004B2A40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14:paraId="04C095FB" w14:textId="77777777" w:rsidR="004B2A40" w:rsidRPr="00D86C40" w:rsidRDefault="004B2A40" w:rsidP="004B2A40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6B4683A4" w14:textId="77777777" w:rsidR="004B2A40" w:rsidRPr="00D86C40" w:rsidRDefault="004B2A40" w:rsidP="004B2A40">
      <w:pPr>
        <w:jc w:val="both"/>
        <w:rPr>
          <w:sz w:val="16"/>
          <w:szCs w:val="16"/>
        </w:rPr>
      </w:pPr>
    </w:p>
    <w:p w14:paraId="0B351308" w14:textId="5D29254F" w:rsidR="004B2A40" w:rsidRPr="00D86C40" w:rsidRDefault="004B2A40" w:rsidP="004B2A40">
      <w:pPr>
        <w:jc w:val="both"/>
      </w:pPr>
      <w:r w:rsidRPr="00D86C40">
        <w:t>Associazione temporanea d’Impresa (ATI)____________________________</w:t>
      </w:r>
      <w:r>
        <w:t xml:space="preserve"> </w:t>
      </w:r>
    </w:p>
    <w:p w14:paraId="0E27D57A" w14:textId="77777777" w:rsidR="004B2A40" w:rsidRPr="00D86C40" w:rsidRDefault="004B2A40" w:rsidP="004B2A40">
      <w:pPr>
        <w:jc w:val="both"/>
      </w:pPr>
    </w:p>
    <w:p w14:paraId="29356C4F" w14:textId="77777777" w:rsidR="004B2A40" w:rsidRPr="00D86C40" w:rsidRDefault="004B2A40" w:rsidP="004B2A40">
      <w:pPr>
        <w:jc w:val="both"/>
      </w:pPr>
      <w:r w:rsidRPr="00D86C40">
        <w:t>costituita dalle seguenti società:</w:t>
      </w:r>
    </w:p>
    <w:p w14:paraId="0188D504" w14:textId="49D97D4F" w:rsidR="004B2A40" w:rsidRPr="00D86C40" w:rsidRDefault="00AE0E14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>
        <w:rPr>
          <w:b/>
        </w:rPr>
        <w:t>Mandataria</w:t>
      </w:r>
      <w:r w:rsidR="004B2A40">
        <w:rPr>
          <w:b/>
        </w:rPr>
        <w:t xml:space="preserve"> ___________________</w:t>
      </w:r>
      <w:r w:rsidR="004B2A40" w:rsidRPr="00D86C40">
        <w:t>_</w:t>
      </w:r>
      <w:r w:rsidR="00C16581">
        <w:t>___</w:t>
      </w:r>
      <w:r w:rsidR="004B2A40" w:rsidRPr="00D86C40">
        <w:t>________________________________</w:t>
      </w:r>
    </w:p>
    <w:p w14:paraId="7960A469" w14:textId="3DE028C6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0B904590" w14:textId="6D9D11D2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38C9563E" w14:textId="6A276A90" w:rsidR="004B2A40" w:rsidRPr="00D86C40" w:rsidRDefault="004B2A40" w:rsidP="004B2A40">
      <w:pPr>
        <w:numPr>
          <w:ilvl w:val="0"/>
          <w:numId w:val="31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</w:t>
      </w:r>
    </w:p>
    <w:p w14:paraId="1EFE5374" w14:textId="77777777" w:rsidR="004B2A40" w:rsidRPr="00D86C40" w:rsidRDefault="004B2A40" w:rsidP="004B2A40">
      <w:pPr>
        <w:tabs>
          <w:tab w:val="left" w:pos="5670"/>
        </w:tabs>
        <w:jc w:val="center"/>
      </w:pPr>
    </w:p>
    <w:p w14:paraId="1DD45532" w14:textId="77777777" w:rsidR="004B2A40" w:rsidRPr="00D86C40" w:rsidRDefault="004B2A40" w:rsidP="004B2A40">
      <w:pPr>
        <w:tabs>
          <w:tab w:val="left" w:pos="5670"/>
        </w:tabs>
        <w:jc w:val="center"/>
      </w:pPr>
      <w:r w:rsidRPr="00D86C40">
        <w:t>I sottoscritti</w:t>
      </w:r>
    </w:p>
    <w:p w14:paraId="75D520A6" w14:textId="62668C17" w:rsidR="004B2A40" w:rsidRPr="00D86C40" w:rsidRDefault="004B2A40" w:rsidP="004B2A40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0C527712" w14:textId="66DD219B" w:rsidR="004B2A40" w:rsidRDefault="004B2A40" w:rsidP="004B2A40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 w:rsidR="00C16581"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52AE9D44" w14:textId="2713BBD5" w:rsidR="004B2A40" w:rsidRPr="00D86C40" w:rsidRDefault="004B2A40" w:rsidP="004B2A40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 w:rsidR="00C16581">
        <w:t>______________________________</w:t>
      </w:r>
      <w:r w:rsidRPr="00D86C40">
        <w:t>___</w:t>
      </w:r>
    </w:p>
    <w:p w14:paraId="68ED3BCF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701C5168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096C017D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0F81D1E2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025D8ACB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59A2505B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42F19F42" w14:textId="77777777" w:rsidR="00C16581" w:rsidRPr="00D86C40" w:rsidRDefault="00C16581" w:rsidP="00C16581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 nato a ____________________ il __________</w:t>
      </w:r>
    </w:p>
    <w:p w14:paraId="4A777C8B" w14:textId="77777777" w:rsidR="00C16581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</w:t>
      </w:r>
      <w:r>
        <w:rPr>
          <w:i/>
        </w:rPr>
        <w:t>__________</w:t>
      </w:r>
      <w:r w:rsidRPr="00D86C40">
        <w:rPr>
          <w:i/>
        </w:rPr>
        <w:t xml:space="preserve">_______________ </w:t>
      </w:r>
    </w:p>
    <w:p w14:paraId="64F1CAF8" w14:textId="77777777" w:rsidR="00C16581" w:rsidRPr="00D86C40" w:rsidRDefault="00C16581" w:rsidP="00C16581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</w:t>
      </w:r>
      <w:r>
        <w:t>______________________________</w:t>
      </w:r>
      <w:r w:rsidRPr="00D86C40">
        <w:t>___</w:t>
      </w:r>
    </w:p>
    <w:p w14:paraId="2E32B393" w14:textId="77777777" w:rsidR="004B2A40" w:rsidRDefault="004B2A40" w:rsidP="004B2A40">
      <w:pPr>
        <w:jc w:val="center"/>
        <w:rPr>
          <w:b/>
        </w:rPr>
      </w:pPr>
    </w:p>
    <w:p w14:paraId="636B2C1F" w14:textId="77777777" w:rsidR="00C16581" w:rsidRDefault="00C16581" w:rsidP="004B2A40">
      <w:pPr>
        <w:jc w:val="center"/>
        <w:rPr>
          <w:b/>
        </w:rPr>
      </w:pPr>
    </w:p>
    <w:p w14:paraId="10E0CCD4" w14:textId="77777777" w:rsidR="00C16581" w:rsidRDefault="00C16581" w:rsidP="004B2A40">
      <w:pPr>
        <w:jc w:val="center"/>
        <w:rPr>
          <w:b/>
        </w:rPr>
      </w:pPr>
    </w:p>
    <w:p w14:paraId="6A1FE70A" w14:textId="77777777" w:rsidR="004B2A40" w:rsidRPr="00D86C40" w:rsidRDefault="004B2A40" w:rsidP="004B2A40">
      <w:pPr>
        <w:jc w:val="center"/>
        <w:rPr>
          <w:b/>
        </w:rPr>
      </w:pPr>
      <w:r w:rsidRPr="00D86C40">
        <w:rPr>
          <w:b/>
        </w:rPr>
        <w:lastRenderedPageBreak/>
        <w:t>DICHIARANO congiuntamente di partecipare come segue</w:t>
      </w:r>
    </w:p>
    <w:p w14:paraId="64EF6643" w14:textId="77777777" w:rsidR="004B2A40" w:rsidRDefault="004B2A40" w:rsidP="004B2A40">
      <w:pPr>
        <w:tabs>
          <w:tab w:val="left" w:pos="284"/>
        </w:tabs>
        <w:ind w:left="567" w:hanging="567"/>
        <w:jc w:val="center"/>
      </w:pPr>
    </w:p>
    <w:p w14:paraId="4F330D4D" w14:textId="77777777" w:rsidR="004B2A40" w:rsidRPr="00AE0EFF" w:rsidRDefault="004B2A40" w:rsidP="004B2A40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4B2A40" w:rsidRPr="00D86C40" w14:paraId="1227C965" w14:textId="77777777" w:rsidTr="0096483A">
        <w:trPr>
          <w:trHeight w:val="329"/>
        </w:trPr>
        <w:tc>
          <w:tcPr>
            <w:tcW w:w="5211" w:type="dxa"/>
            <w:gridSpan w:val="2"/>
            <w:vAlign w:val="center"/>
          </w:tcPr>
          <w:p w14:paraId="74923190" w14:textId="77777777" w:rsidR="004B2A40" w:rsidRPr="00D86C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2784656A" w14:textId="77777777" w:rsidR="004B2A40" w:rsidRDefault="004B2A40" w:rsidP="0096483A">
            <w:pPr>
              <w:jc w:val="center"/>
              <w:rPr>
                <w:b/>
              </w:rPr>
            </w:pPr>
          </w:p>
          <w:p w14:paraId="1D334FFA" w14:textId="77744286" w:rsidR="004B2A40" w:rsidRPr="00D86C40" w:rsidRDefault="004B2A40" w:rsidP="0096483A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548FF3B3" w14:textId="77777777" w:rsidR="004B2A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3184F79D" w14:textId="77777777" w:rsidR="004B2A40" w:rsidRDefault="004B2A40" w:rsidP="0096483A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551C16DA" w14:textId="77777777" w:rsidR="004B2A40" w:rsidRPr="00D86C40" w:rsidRDefault="004B2A40" w:rsidP="0096483A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31A59AB6" w14:textId="77777777" w:rsidR="004B2A40" w:rsidRDefault="004B2A40" w:rsidP="0096483A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392D1913" w14:textId="77777777" w:rsidR="004B2A40" w:rsidRPr="00D86C40" w:rsidRDefault="004B2A40" w:rsidP="0096483A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4B2A40" w:rsidRPr="00D86C40" w14:paraId="5E300E4C" w14:textId="77777777" w:rsidTr="0096483A">
        <w:tc>
          <w:tcPr>
            <w:tcW w:w="1668" w:type="dxa"/>
            <w:vAlign w:val="center"/>
          </w:tcPr>
          <w:p w14:paraId="1B65D2DA" w14:textId="54F6BD65" w:rsidR="004B2A40" w:rsidRPr="00D86C40" w:rsidRDefault="0042291D" w:rsidP="0096483A">
            <w:pPr>
              <w:jc w:val="both"/>
            </w:pPr>
            <w:r>
              <w:t xml:space="preserve">Mandatario </w:t>
            </w:r>
          </w:p>
          <w:p w14:paraId="2C56C0A6" w14:textId="77777777" w:rsidR="004B2A40" w:rsidRPr="00D86C40" w:rsidRDefault="004B2A40" w:rsidP="0096483A">
            <w:pPr>
              <w:jc w:val="both"/>
            </w:pPr>
          </w:p>
        </w:tc>
        <w:tc>
          <w:tcPr>
            <w:tcW w:w="3543" w:type="dxa"/>
            <w:vAlign w:val="center"/>
          </w:tcPr>
          <w:p w14:paraId="172976C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2CBE54EF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CD27D9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57E6D34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3ECF47A1" w14:textId="77777777" w:rsidTr="0096483A">
        <w:tc>
          <w:tcPr>
            <w:tcW w:w="1668" w:type="dxa"/>
            <w:vAlign w:val="center"/>
          </w:tcPr>
          <w:p w14:paraId="74A17277" w14:textId="77777777" w:rsidR="004B2A40" w:rsidRPr="00D86C40" w:rsidRDefault="004B2A40" w:rsidP="0096483A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70B13EE8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5AC737E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B868DE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89BDF38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D6A231E" w14:textId="77777777" w:rsidTr="0096483A">
        <w:tc>
          <w:tcPr>
            <w:tcW w:w="1668" w:type="dxa"/>
            <w:vAlign w:val="center"/>
          </w:tcPr>
          <w:p w14:paraId="30FBAEA0" w14:textId="77777777" w:rsidR="004B2A40" w:rsidRPr="00D86C40" w:rsidRDefault="004B2A40" w:rsidP="0096483A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42670060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04862AF6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A2AC8CE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6664B78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4957555C" w14:textId="77777777" w:rsidTr="0096483A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4BD21EA6" w14:textId="77777777" w:rsidR="004B2A40" w:rsidRPr="00D86C40" w:rsidRDefault="004B2A40" w:rsidP="0096483A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56EE9D98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1B20C183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AC8AA4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04F9D6E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AAC46CD" w14:textId="77777777" w:rsidTr="0096483A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36728071" w14:textId="77777777" w:rsidR="004B2A40" w:rsidRPr="00D86C40" w:rsidRDefault="004B2A40" w:rsidP="0096483A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1B6369B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2659C40F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CC32E91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6DE5694" w14:textId="77777777" w:rsidR="004B2A40" w:rsidRPr="00D86C40" w:rsidRDefault="004B2A40" w:rsidP="0096483A">
            <w:pPr>
              <w:jc w:val="center"/>
            </w:pPr>
          </w:p>
        </w:tc>
      </w:tr>
      <w:tr w:rsidR="004B2A40" w:rsidRPr="00D86C40" w14:paraId="5E06C6DA" w14:textId="77777777" w:rsidTr="0096483A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251AEA" w14:textId="77777777" w:rsidR="004B2A40" w:rsidRPr="00D86C40" w:rsidRDefault="004B2A40" w:rsidP="0096483A">
            <w:pPr>
              <w:jc w:val="both"/>
            </w:pPr>
          </w:p>
        </w:tc>
        <w:tc>
          <w:tcPr>
            <w:tcW w:w="3543" w:type="dxa"/>
            <w:vAlign w:val="center"/>
          </w:tcPr>
          <w:p w14:paraId="108640D4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418" w:type="dxa"/>
          </w:tcPr>
          <w:p w14:paraId="0971B2E0" w14:textId="77777777" w:rsidR="004B2A40" w:rsidRPr="00D86C40" w:rsidRDefault="004B2A40" w:rsidP="0096483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9E7F524" w14:textId="77777777" w:rsidR="004B2A40" w:rsidRPr="00D86C40" w:rsidRDefault="004B2A40" w:rsidP="0096483A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02B46802" w14:textId="77777777" w:rsidR="004B2A40" w:rsidRPr="00D86C40" w:rsidRDefault="004B2A40" w:rsidP="0096483A">
            <w:pPr>
              <w:jc w:val="center"/>
            </w:pPr>
            <w:r w:rsidRPr="00D86C40">
              <w:t>100%</w:t>
            </w:r>
          </w:p>
        </w:tc>
      </w:tr>
    </w:tbl>
    <w:p w14:paraId="450786E5" w14:textId="77777777" w:rsidR="004B2A40" w:rsidRPr="00D86C40" w:rsidRDefault="004B2A40" w:rsidP="004B2A40">
      <w:pPr>
        <w:jc w:val="both"/>
        <w:rPr>
          <w:b/>
        </w:rPr>
      </w:pPr>
    </w:p>
    <w:p w14:paraId="4CCEC6AC" w14:textId="77777777" w:rsidR="004B2A40" w:rsidRPr="00D86C40" w:rsidRDefault="004B2A40" w:rsidP="004B2A40">
      <w:pPr>
        <w:spacing w:before="40"/>
        <w:jc w:val="center"/>
        <w:rPr>
          <w:b/>
        </w:rPr>
      </w:pPr>
    </w:p>
    <w:p w14:paraId="33A89944" w14:textId="77777777" w:rsidR="004B2A40" w:rsidRPr="00D86C40" w:rsidRDefault="004B2A40" w:rsidP="004B2A40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660C84F1" w14:textId="77777777" w:rsidR="004B2A40" w:rsidRPr="00D86C40" w:rsidRDefault="004B2A40" w:rsidP="004B2A40">
      <w:pPr>
        <w:spacing w:before="40"/>
        <w:jc w:val="center"/>
        <w:rPr>
          <w:b/>
        </w:rPr>
      </w:pPr>
    </w:p>
    <w:p w14:paraId="0954F715" w14:textId="4339D105" w:rsidR="004B2A40" w:rsidRPr="00D86C40" w:rsidRDefault="004B2A40" w:rsidP="004B2A40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capogruppo, la quale stipulerà il contratto in nome e per conto proprio e delle mandanti e a produrre, entro il termine indicato nella comunicazione di </w:t>
      </w:r>
      <w:r w:rsidRPr="00C16581">
        <w:t>affidamento dell’accordo quadro,</w:t>
      </w:r>
      <w:r w:rsidRPr="00D86C40">
        <w:t xml:space="preserve"> atto notarile di Raggruppamento temporaneo di imprese dal quale risulti:</w:t>
      </w:r>
    </w:p>
    <w:p w14:paraId="1B9798D4" w14:textId="77777777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>il conferimento di mandato speciale gratuito ed irrevocabile a chi legalmente rappresenta l’impresa capogruppo;</w:t>
      </w:r>
    </w:p>
    <w:p w14:paraId="21CEB956" w14:textId="7B8A6C62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>l’inefficacia nei confronti dell’Ente appaltante, della revoca del mandato stesso per giusta causa</w:t>
      </w:r>
      <w:r w:rsidR="005F27C9">
        <w:t>;</w:t>
      </w:r>
    </w:p>
    <w:p w14:paraId="12A8D430" w14:textId="2EF43F50" w:rsidR="004B2A40" w:rsidRPr="00D86C40" w:rsidRDefault="004B2A40" w:rsidP="004B2A40">
      <w:pPr>
        <w:numPr>
          <w:ilvl w:val="0"/>
          <w:numId w:val="32"/>
        </w:numPr>
        <w:tabs>
          <w:tab w:val="num" w:pos="284"/>
        </w:tabs>
        <w:spacing w:before="40"/>
        <w:ind w:left="284" w:hanging="284"/>
        <w:jc w:val="both"/>
      </w:pPr>
      <w:r w:rsidRPr="00D86C40">
        <w:t xml:space="preserve">l’attribuzione al mandatario, da parte delle imprese mandanti, della rappresentanza esclusiva anche processuale nei confronti dell’ente appaltante per tutte le operazioni e gli atti di qualsiasi natura </w:t>
      </w:r>
      <w:r w:rsidRPr="00C16581">
        <w:t>dipendenti dall’accordo quadro</w:t>
      </w:r>
      <w:r>
        <w:t xml:space="preserve">, anche dopo il collaudo dei lavori, </w:t>
      </w:r>
      <w:r w:rsidRPr="00D86C40">
        <w:t>fino alla estinzione di ogni rapporto.</w:t>
      </w:r>
    </w:p>
    <w:p w14:paraId="71E0F4E6" w14:textId="77777777" w:rsidR="004B2A40" w:rsidRDefault="004B2A40" w:rsidP="004B2A40">
      <w:pPr>
        <w:ind w:left="426" w:hanging="426"/>
      </w:pPr>
    </w:p>
    <w:p w14:paraId="5E2015FC" w14:textId="77777777" w:rsidR="004B2A40" w:rsidRPr="00840C90" w:rsidRDefault="004B2A40" w:rsidP="004B2A40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……………..</w:t>
      </w:r>
    </w:p>
    <w:p w14:paraId="0FF85D42" w14:textId="77777777" w:rsidR="004B2A40" w:rsidRPr="00840C90" w:rsidRDefault="004B2A40" w:rsidP="004B2A40">
      <w:pPr>
        <w:ind w:left="3686"/>
        <w:jc w:val="center"/>
      </w:pPr>
      <w:r w:rsidRPr="00840C90">
        <w:t>Il Legale Rappresentante</w:t>
      </w:r>
    </w:p>
    <w:p w14:paraId="461E785B" w14:textId="77777777" w:rsidR="004B2A40" w:rsidRPr="00840C90" w:rsidRDefault="004B2A40" w:rsidP="004B2A40">
      <w:pPr>
        <w:ind w:left="3686"/>
        <w:jc w:val="center"/>
      </w:pPr>
    </w:p>
    <w:p w14:paraId="19FC0A8F" w14:textId="77777777" w:rsidR="004B2A40" w:rsidRDefault="004B2A40" w:rsidP="004B2A40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4FD248B3" w14:textId="77777777" w:rsidR="00883ECA" w:rsidRDefault="00883ECA">
      <w:pPr>
        <w:rPr>
          <w:u w:val="single"/>
        </w:rPr>
        <w:sectPr w:rsidR="00883ECA" w:rsidSect="00D23E5E">
          <w:headerReference w:type="default" r:id="rId11"/>
          <w:pgSz w:w="11907" w:h="16840" w:code="9"/>
          <w:pgMar w:top="1618" w:right="1701" w:bottom="1134" w:left="1701" w:header="720" w:footer="720" w:gutter="0"/>
          <w:cols w:space="720"/>
        </w:sectPr>
      </w:pPr>
      <w:r>
        <w:rPr>
          <w:u w:val="single"/>
        </w:rPr>
        <w:br w:type="page"/>
      </w:r>
    </w:p>
    <w:p w14:paraId="52A2E04A" w14:textId="350448C0" w:rsidR="00883ECA" w:rsidRDefault="00883ECA">
      <w:pPr>
        <w:rPr>
          <w:u w:val="single"/>
        </w:rPr>
      </w:pPr>
    </w:p>
    <w:p w14:paraId="0067B84F" w14:textId="77777777" w:rsidR="00883ECA" w:rsidRDefault="00883ECA" w:rsidP="004B2A40">
      <w:pPr>
        <w:ind w:left="3686"/>
        <w:jc w:val="center"/>
        <w:rPr>
          <w:u w:val="single"/>
        </w:rPr>
      </w:pPr>
    </w:p>
    <w:p w14:paraId="371371BE" w14:textId="77777777" w:rsidR="00C16581" w:rsidRPr="00ED002D" w:rsidRDefault="00C16581" w:rsidP="00C16581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7FFF5A9D" w14:textId="12749E75" w:rsidR="00C16581" w:rsidRDefault="00C16581" w:rsidP="00C16581">
      <w:pPr>
        <w:pStyle w:val="Intestazione"/>
        <w:tabs>
          <w:tab w:val="clear" w:pos="4819"/>
          <w:tab w:val="clear" w:pos="9638"/>
        </w:tabs>
      </w:pPr>
      <w:r>
        <w:t>AL COMUNE DI MILANO</w:t>
      </w:r>
    </w:p>
    <w:p w14:paraId="02443C04" w14:textId="77777777" w:rsidR="00C16581" w:rsidRDefault="00C16581" w:rsidP="00C16581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BF060D" w14:textId="77777777" w:rsidR="00C16581" w:rsidRDefault="00C16581" w:rsidP="00C16581">
      <w:r>
        <w:t xml:space="preserve">Via Durando 38/A </w:t>
      </w:r>
    </w:p>
    <w:p w14:paraId="5157D4B9" w14:textId="77777777" w:rsidR="00C16581" w:rsidRDefault="00C16581" w:rsidP="00C16581">
      <w:r>
        <w:t>MILANO</w:t>
      </w:r>
    </w:p>
    <w:p w14:paraId="2F13F1AC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FDB214" wp14:editId="3BA594F0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2412747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E02A3" w14:textId="77777777" w:rsidR="00883ECA" w:rsidRDefault="00883ECA" w:rsidP="00883ECA"/>
                          <w:p w14:paraId="7657DEBC" w14:textId="77777777" w:rsidR="00883ECA" w:rsidRDefault="00883ECA" w:rsidP="00883ECA"/>
                          <w:p w14:paraId="2408C2FE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DB214" id="_x0000_s1061" type="#_x0000_t202" style="position:absolute;margin-left:1in;margin-top:12pt;width:396pt;height:3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">
                <v:textbox>
                  <w:txbxContent>
                    <w:p w14:paraId="0C1E02A3" w14:textId="77777777" w:rsidR="00883ECA" w:rsidRDefault="00883ECA" w:rsidP="00883ECA"/>
                    <w:p w14:paraId="7657DEBC" w14:textId="77777777" w:rsidR="00883ECA" w:rsidRDefault="00883ECA" w:rsidP="00883ECA"/>
                    <w:p w14:paraId="2408C2FE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2B2B2F93" w14:textId="77777777" w:rsidR="00883ECA" w:rsidRDefault="00883ECA" w:rsidP="00883ECA"/>
    <w:p w14:paraId="32CCD6F2" w14:textId="77777777" w:rsidR="00883ECA" w:rsidRDefault="00883ECA" w:rsidP="00883ECA">
      <w:r>
        <w:rPr>
          <w:b/>
          <w:bCs/>
        </w:rPr>
        <w:t xml:space="preserve">OGGETTO </w:t>
      </w:r>
    </w:p>
    <w:p w14:paraId="775ED2C2" w14:textId="77777777" w:rsidR="00883ECA" w:rsidRDefault="00883ECA" w:rsidP="00883ECA"/>
    <w:p w14:paraId="7989117A" w14:textId="77777777" w:rsidR="00C16581" w:rsidRPr="00F9060A" w:rsidRDefault="00C16581" w:rsidP="00C16581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6C5CAE3" wp14:editId="2D053FDB">
                <wp:simplePos x="0" y="0"/>
                <wp:positionH relativeFrom="column">
                  <wp:posOffset>4331970</wp:posOffset>
                </wp:positionH>
                <wp:positionV relativeFrom="paragraph">
                  <wp:posOffset>147320</wp:posOffset>
                </wp:positionV>
                <wp:extent cx="1714500" cy="228600"/>
                <wp:effectExtent l="0" t="0" r="19050" b="19050"/>
                <wp:wrapNone/>
                <wp:docPr id="1441352314" name="Casella di testo 1441352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F981A" w14:textId="77777777" w:rsidR="00C16581" w:rsidRDefault="00C16581" w:rsidP="00C165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5CAE3" id="Casella di testo 1441352314" o:spid="_x0000_s1062" type="#_x0000_t202" style="position:absolute;margin-left:341.1pt;margin-top:11.6pt;width:135pt;height:1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">
                <v:textbox>
                  <w:txbxContent>
                    <w:p w14:paraId="63CF981A" w14:textId="77777777" w:rsidR="00C16581" w:rsidRDefault="00C16581" w:rsidP="00C1658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D6F82C9" wp14:editId="79F924C5">
                <wp:simplePos x="0" y="0"/>
                <wp:positionH relativeFrom="column">
                  <wp:posOffset>2298700</wp:posOffset>
                </wp:positionH>
                <wp:positionV relativeFrom="paragraph">
                  <wp:posOffset>152400</wp:posOffset>
                </wp:positionV>
                <wp:extent cx="571500" cy="228600"/>
                <wp:effectExtent l="0" t="0" r="19050" b="19050"/>
                <wp:wrapNone/>
                <wp:docPr id="1201674088" name="Casella di testo 1201674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B109D" w14:textId="77777777" w:rsidR="00C16581" w:rsidRDefault="00C16581" w:rsidP="00C165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F82C9" id="Casella di testo 1201674088" o:spid="_x0000_s1063" type="#_x0000_t202" style="position:absolute;margin-left:181pt;margin-top:12pt;width:45pt;height:1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BprGQIAADI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">
                <v:textbox>
                  <w:txbxContent>
                    <w:p w14:paraId="2E0B109D" w14:textId="77777777" w:rsidR="00C16581" w:rsidRDefault="00C16581" w:rsidP="00C16581"/>
                  </w:txbxContent>
                </v:textbox>
              </v:shape>
            </w:pict>
          </mc:Fallback>
        </mc:AlternateContent>
      </w:r>
    </w:p>
    <w:p w14:paraId="1A70693D" w14:textId="77777777" w:rsidR="00C16581" w:rsidRPr="00F9060A" w:rsidRDefault="00C16581" w:rsidP="00C16581">
      <w:pPr>
        <w:rPr>
          <w:b/>
          <w:bCs/>
        </w:rPr>
      </w:pPr>
      <w:r w:rsidRPr="00F9060A">
        <w:rPr>
          <w:b/>
          <w:bCs/>
        </w:rPr>
        <w:t xml:space="preserve">NUMERO </w:t>
      </w:r>
      <w:r w:rsidRPr="004C7DB7">
        <w:rPr>
          <w:b/>
          <w:bCs/>
        </w:rPr>
        <w:t>ACCORDO QUADRO</w:t>
      </w:r>
      <w:r w:rsidRPr="00F9060A">
        <w:rPr>
          <w:b/>
          <w:bCs/>
        </w:rPr>
        <w:t xml:space="preserve"> </w:t>
      </w:r>
      <w:r w:rsidRPr="00F9060A">
        <w:rPr>
          <w:b/>
          <w:bCs/>
        </w:rPr>
        <w:tab/>
      </w:r>
      <w:r w:rsidRPr="00F9060A">
        <w:rPr>
          <w:b/>
          <w:bCs/>
        </w:rPr>
        <w:tab/>
        <w:t>IMPORTO IN €.</w:t>
      </w:r>
      <w:r w:rsidRPr="00F9060A">
        <w:rPr>
          <w:b/>
          <w:bCs/>
        </w:rPr>
        <w:tab/>
        <w:t xml:space="preserve"> </w:t>
      </w:r>
    </w:p>
    <w:p w14:paraId="6581FCA2" w14:textId="77777777" w:rsidR="00C16581" w:rsidRDefault="00C16581" w:rsidP="00C16581"/>
    <w:p w14:paraId="7E66664F" w14:textId="77777777" w:rsidR="00883ECA" w:rsidRDefault="00883ECA" w:rsidP="00883ECA">
      <w:pPr>
        <w:pStyle w:val="Titolo1"/>
        <w:ind w:right="-1014"/>
        <w:jc w:val="center"/>
      </w:pPr>
      <w:r>
        <w:t>DICHIARAZIONE SOSTITUTIVA</w:t>
      </w:r>
    </w:p>
    <w:p w14:paraId="396FEA4C" w14:textId="77777777" w:rsidR="00883ECA" w:rsidRDefault="00883ECA" w:rsidP="00883ECA">
      <w:pPr>
        <w:pStyle w:val="Titolo5"/>
      </w:pPr>
      <w:r>
        <w:t>Ai sensi del D.P.R. 28/12/2000 N. 445</w:t>
      </w:r>
    </w:p>
    <w:p w14:paraId="157C3A5B" w14:textId="77777777" w:rsidR="00883ECA" w:rsidRDefault="00883ECA" w:rsidP="00883ECA"/>
    <w:p w14:paraId="59D7793E" w14:textId="77777777" w:rsidR="00883ECA" w:rsidRDefault="00883ECA" w:rsidP="00883ECA"/>
    <w:p w14:paraId="3A53249A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84A5CBB" wp14:editId="07D46AA6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996820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87E4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A5CBB" id="_x0000_s1064" type="#_x0000_t202" style="position:absolute;margin-left:1in;margin-top:0;width:405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PG0YVo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43987E4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2B0030F" w14:textId="77777777" w:rsidR="00883ECA" w:rsidRDefault="00883ECA" w:rsidP="00883ECA"/>
    <w:p w14:paraId="55722B7E" w14:textId="77777777" w:rsidR="00883ECA" w:rsidRDefault="00883ECA" w:rsidP="00883ECA"/>
    <w:p w14:paraId="17FB60D6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0C0751" wp14:editId="1781A44A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3664405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1438F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C0751" id="_x0000_s1065" type="#_x0000_t202" style="position:absolute;margin-left:405pt;margin-top:12.6pt;width:81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P/Fw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WaIg8rqF+kjMIozKpZdGRgv4nbOeVFtx/20vUHFm3lnazs10RndZSM5sfl2Qg5eR7WVE&#10;WElQFQ+cjeY6jE9j71DvWqo06sHCHW200Yns565O/ZMy07pOryhK/9JPWc9vffUD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KaKs/8XAgAAMwQAAA4AAAAAAAAAAAAAAAAALgIAAGRycy9lMm9Eb2MueG1sUEsBAi0AFAAG&#10;AAgAAAAhAAW8wA3fAAAACQEAAA8AAAAAAAAAAAAAAAAAcQQAAGRycy9kb3ducmV2LnhtbFBLBQYA&#10;AAAABAAEAPMAAAB9BQAAAAA=&#10;">
                <v:textbox>
                  <w:txbxContent>
                    <w:p w14:paraId="4C31438F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887A15" wp14:editId="05C0513F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2221579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98FA8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87A15" id="_x0000_s1066" type="#_x0000_t202" style="position:absolute;margin-left:315pt;margin-top:12.6pt;width:36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y3e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RKEsmR1j2UJyIWYRhc+mhkNIDfOetoaAvuvx0EKs7Me0viXM8Wizjl6ZCI5QwvPftLj7CS&#10;oAoeOBvMbRh+xsGhrhvKNIyDhVsStNKJ7OeqxvppMJNc4yeKk395TlHPX33zAw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BIoy3eFQIAADIEAAAOAAAAAAAAAAAAAAAAAC4CAABkcnMvZTJvRG9jLnhtbFBLAQItABQABgAI&#10;AAAAIQAavEzg3wAAAAkBAAAPAAAAAAAAAAAAAAAAAG8EAABkcnMvZG93bnJldi54bWxQSwUGAAAA&#10;AAQABADzAAAAewUAAAAA&#10;">
                <v:textbox>
                  <w:txbxContent>
                    <w:p w14:paraId="18F98FA8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DF99AA7" wp14:editId="2BAEDE6C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6998639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8D72E" w14:textId="77777777" w:rsidR="00883ECA" w:rsidRDefault="00883ECA" w:rsidP="00883ECA"/>
                          <w:p w14:paraId="2333CD90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99AA7" id="_x0000_s1067" type="#_x0000_t202" style="position:absolute;margin-left:36pt;margin-top:13.2pt;width:3in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MapGQIAADM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j7PY4XI6w6qB2IWYVAuvTQyGsAfnHWk2pL77weBijPz3tJ2rmbzeZR5cuaLy5wcPI/s&#10;ziPCSoIqeeBsMDdheBoHh3rfUKVBDxZuaKO1TmQ/dzX2T8pM6xpfUZT+uZ+ynt/6+hE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FEMapGQIAADMEAAAOAAAAAAAAAAAAAAAAAC4CAABkcnMvZTJvRG9jLnhtbFBLAQItABQA&#10;BgAIAAAAIQDWvonh3gAAAAgBAAAPAAAAAAAAAAAAAAAAAHMEAABkcnMvZG93bnJldi54bWxQSwUG&#10;AAAAAAQABADzAAAAfgUAAAAA&#10;">
                <v:textbox>
                  <w:txbxContent>
                    <w:p w14:paraId="3908D72E" w14:textId="77777777" w:rsidR="00883ECA" w:rsidRDefault="00883ECA" w:rsidP="00883ECA"/>
                    <w:p w14:paraId="2333CD90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21BE9FFA" w14:textId="77777777" w:rsidR="00883ECA" w:rsidRDefault="00883ECA" w:rsidP="00883ECA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290BF012" w14:textId="77777777" w:rsidR="00883ECA" w:rsidRDefault="00883ECA" w:rsidP="00883ECA"/>
    <w:p w14:paraId="4A05A97F" w14:textId="77777777" w:rsidR="00883ECA" w:rsidRDefault="00883ECA" w:rsidP="00883ECA"/>
    <w:p w14:paraId="56444780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97A255" wp14:editId="4A3B938F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3718698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1DC9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A255" id="_x0000_s1068" type="#_x0000_t202" style="position:absolute;margin-left:81pt;margin-top:2.4pt;width:405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EXooB0aAgAAMwQAAA4AAAAAAAAAAAAAAAAALgIAAGRycy9lMm9Eb2MueG1sUEsBAi0AFAAG&#10;AAgAAAAhAAYux7PcAAAACAEAAA8AAAAAAAAAAAAAAAAAdAQAAGRycy9kb3ducmV2LnhtbFBLBQYA&#10;AAAABAAEAPMAAAB9BQAAAAA=&#10;">
                <v:textbox>
                  <w:txbxContent>
                    <w:p w14:paraId="1561DC9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77D597" w14:textId="77777777" w:rsidR="00883ECA" w:rsidRDefault="00883ECA" w:rsidP="00883ECA">
      <w:r>
        <w:t xml:space="preserve">(carica sociale) </w:t>
      </w:r>
    </w:p>
    <w:p w14:paraId="5449BE66" w14:textId="77777777" w:rsidR="00883ECA" w:rsidRDefault="00883ECA" w:rsidP="00883ECA"/>
    <w:p w14:paraId="2C1A1FE7" w14:textId="77777777" w:rsidR="00883ECA" w:rsidRDefault="00883ECA" w:rsidP="00883ECA"/>
    <w:p w14:paraId="0146BA63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A98B860" wp14:editId="7FE63C7F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9437962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84713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8B860" id="_x0000_s1069" type="#_x0000_t202" style="position:absolute;margin-left:1in;margin-top:6pt;width:414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s3GQIAADM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">
                <v:textbox>
                  <w:txbxContent>
                    <w:p w14:paraId="66584713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6916CC" w14:textId="77777777" w:rsidR="00883ECA" w:rsidRDefault="00883ECA" w:rsidP="00883ECA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9C57BF" w14:textId="77777777" w:rsidR="00883ECA" w:rsidRDefault="00883ECA" w:rsidP="00883ECA"/>
    <w:p w14:paraId="13DEEBE1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EABDD7B" wp14:editId="625C8F93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6248666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B82E9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BDD7B" id="_x0000_s1070" type="#_x0000_t202" style="position:absolute;margin-left:450pt;margin-top:13.05pt;width:27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HPpGA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Vd8No8RIq07qB+IWIRxcGnRSGgBv3PW09BW3H87CFScmXeWmrOczmZxypMym78qSMFLy+7S&#10;IqwkqIoHzkZxE8bNODjU+5YijeNg4YYa2uhE9lNWp/xpMFO7TksUJ/9ST15Pq77+AQ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AxrHPpGAIAADIEAAAOAAAAAAAAAAAAAAAAAC4CAABkcnMvZTJvRG9jLnhtbFBLAQItABQA&#10;BgAIAAAAIQAIH73q3wAAAAkBAAAPAAAAAAAAAAAAAAAAAHIEAABkcnMvZG93bnJldi54bWxQSwUG&#10;AAAAAAQABADzAAAAfgUAAAAA&#10;">
                <v:textbox>
                  <w:txbxContent>
                    <w:p w14:paraId="63AB82E9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FCD6B8" wp14:editId="65C5FBED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25157199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A0AC6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CD6B8" id="_x0000_s1071" type="#_x0000_t202" style="position:absolute;margin-left:153pt;margin-top:13.05pt;width:234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">
                <v:textbox>
                  <w:txbxContent>
                    <w:p w14:paraId="45CA0AC6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6A0BDC62" w14:textId="77777777" w:rsidR="00883ECA" w:rsidRDefault="00883ECA" w:rsidP="00883ECA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6412824A" w14:textId="77777777" w:rsidR="00883ECA" w:rsidRDefault="00883ECA" w:rsidP="00883ECA"/>
    <w:p w14:paraId="351D3B95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5E9DF1" wp14:editId="03DE2782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5956751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C1782" w14:textId="77777777" w:rsidR="00883ECA" w:rsidRDefault="00883ECA" w:rsidP="00883ECA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E9DF1" id="_x0000_s1072" type="#_x0000_t202" style="position:absolute;margin-left:27pt;margin-top:12.6pt;width:4in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uXIGQ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">
                <v:textbox>
                  <w:txbxContent>
                    <w:p w14:paraId="730C1782" w14:textId="77777777" w:rsidR="00883ECA" w:rsidRDefault="00883ECA" w:rsidP="00883ECA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9E4A90" wp14:editId="5F9F7A2F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52456970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EBE4E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E4A90" id="_x0000_s1073" type="#_x0000_t202" style="position:absolute;margin-left:387pt;margin-top:12.6pt;width:36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Y4Fg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RKVjFDpHUP5YmIRRgGlz4aGQ3gd846GtqC+28HgYoz896SONezxSJOeTokYjnDS8/+0iOs&#10;JKiCB84GcxuGn3FwqOuGMg3jYOGWBK10Ivu5qrF+Gswk1/iJ4uRfnlPU81ff/AA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OyBtjg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31EEBE4E" w14:textId="77777777" w:rsidR="00883ECA" w:rsidRDefault="00883ECA" w:rsidP="00883ECA"/>
                  </w:txbxContent>
                </v:textbox>
              </v:shape>
            </w:pict>
          </mc:Fallback>
        </mc:AlternateContent>
      </w:r>
    </w:p>
    <w:p w14:paraId="71AD16D5" w14:textId="4F3FD574" w:rsidR="00883ECA" w:rsidRDefault="00883ECA" w:rsidP="00883ECA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1D5D7B60" w14:textId="77777777" w:rsidR="00883ECA" w:rsidRDefault="00883ECA" w:rsidP="00883ECA"/>
    <w:p w14:paraId="2652DADB" w14:textId="77777777" w:rsidR="00883ECA" w:rsidRDefault="00883ECA" w:rsidP="00883ECA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97BB9E" wp14:editId="7705694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20540398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5F057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7BB9E" id="_x0000_s1074" type="#_x0000_t202" style="position:absolute;margin-left:4in;margin-top:0;width:162pt;height:1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D+BGQIAADMEAAAOAAAAZHJzL2Uyb0RvYy54bWysU9tu2zAMfR+wfxD0vtgxkrYx4hRdugwD&#10;ugvQ7QMUWY6FyaJGKbGzrx8lp2l2exnmB4E0qUPy8Gh5O3SGHRR6Dbbi00nOmbISam13Ff/yefPq&#10;h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H49yykkKVYUN1dkxxKifLrt0Ie3CjoWjYojLTWhi8ODD2PqU0os5sHoeqONSQ7utmuD&#10;7CBIAJv0ndB/SjOW9RVfzIv5SMBfIfL0/Qmi04GUbHRX8ZtzkigjbW9snXQWhDajTdMZe+IxUjeS&#10;GIbtwHRd8dkiVoi8bqE+ErMIo3LppZHRAn7nrCfVVtx/2wtUnJl3lrazmM5mUebJmc2vC3LwMrK9&#10;jAgrCarigbPRXIfxaewd6l1LlUY9WLijjTY6kf3c1al/UmZa1+kVRelf+inr+a2vfg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HsAP4E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1FB5F057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5A48A35" wp14:editId="3456DCC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8254926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1EA3C" w14:textId="77777777" w:rsidR="00883ECA" w:rsidRDefault="00883ECA" w:rsidP="00883E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48A35" id="_x0000_s1075" type="#_x0000_t202" style="position:absolute;margin-left:1in;margin-top:0;width:153pt;height:1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QJj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2XfJEoiLxWUD8QswijcumlkdECfuesJ9WW3H87CFScmXeWtrOazedR5smZL17l5OBlpLqM&#10;CCsJquSBs9HchvFpHBzqfUuVRj1YuKGNNjqR/dTVqX9SZlrX6RVF6V/6KevprW9+AA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JzUCY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21D1EA3C" w14:textId="77777777" w:rsidR="00883ECA" w:rsidRDefault="00883ECA" w:rsidP="00883ECA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53A2DA40" w14:textId="3B5CF049" w:rsidR="00883ECA" w:rsidRDefault="00883ECA" w:rsidP="00883ECA"/>
    <w:p w14:paraId="53B5508D" w14:textId="37A0C842" w:rsidR="00883ECA" w:rsidRDefault="00883ECA" w:rsidP="00883ECA"/>
    <w:p w14:paraId="28A92B57" w14:textId="77777777" w:rsidR="00883ECA" w:rsidRPr="00EF308C" w:rsidRDefault="00883ECA" w:rsidP="00883ECA">
      <w:pPr>
        <w:rPr>
          <w:strike/>
          <w:highlight w:val="green"/>
        </w:rPr>
      </w:pPr>
    </w:p>
    <w:p w14:paraId="7CF06C90" w14:textId="77777777" w:rsidR="00883ECA" w:rsidRDefault="00883ECA" w:rsidP="00883ECA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57782450" w14:textId="77777777" w:rsidR="00C16581" w:rsidRDefault="00C16581" w:rsidP="00883ECA">
      <w:pPr>
        <w:spacing w:line="360" w:lineRule="auto"/>
        <w:ind w:right="-442"/>
        <w:jc w:val="both"/>
      </w:pPr>
    </w:p>
    <w:p w14:paraId="2E81C6DA" w14:textId="77777777" w:rsidR="00883ECA" w:rsidRDefault="00883ECA" w:rsidP="00883ECA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lastRenderedPageBreak/>
        <w:t>DICHIARA</w:t>
      </w:r>
    </w:p>
    <w:p w14:paraId="43B65A75" w14:textId="4583E74A" w:rsidR="00883ECA" w:rsidRDefault="00EF6594" w:rsidP="00883ECA">
      <w:pPr>
        <w:spacing w:line="360" w:lineRule="auto"/>
        <w:contextualSpacing/>
      </w:pPr>
      <w:r>
        <w:t xml:space="preserve">Per le seguenti categorie scorporabili </w:t>
      </w:r>
      <w:r w:rsidR="00883ECA" w:rsidRPr="00321FC8">
        <w:t>subappalto</w:t>
      </w:r>
      <w:r w:rsidR="00C7380C">
        <w:t xml:space="preserve"> necessario-</w:t>
      </w:r>
      <w:r w:rsidR="00883ECA" w:rsidRPr="00321FC8">
        <w:t>qualificatorio al 100%</w:t>
      </w:r>
      <w:r w:rsidR="00883ECA">
        <w:t>:</w:t>
      </w:r>
    </w:p>
    <w:p w14:paraId="3540C045" w14:textId="3B7C5A56" w:rsidR="00883ECA" w:rsidRPr="00321FC8" w:rsidRDefault="00883ECA" w:rsidP="00883ECA">
      <w:pPr>
        <w:spacing w:line="360" w:lineRule="auto"/>
        <w:contextualSpacing/>
      </w:pPr>
      <w:r>
        <w:t>______________________________________________________________________</w:t>
      </w:r>
    </w:p>
    <w:p w14:paraId="101CE705" w14:textId="77777777" w:rsidR="00883ECA" w:rsidRDefault="00883ECA" w:rsidP="00883ECA">
      <w:pPr>
        <w:pStyle w:val="Corpodeltesto210"/>
        <w:widowControl/>
        <w:spacing w:line="360" w:lineRule="auto"/>
        <w:ind w:right="-387"/>
        <w:rPr>
          <w:szCs w:val="24"/>
        </w:rPr>
      </w:pPr>
    </w:p>
    <w:p w14:paraId="43326176" w14:textId="77777777" w:rsidR="00883ECA" w:rsidRDefault="00883ECA" w:rsidP="00883ECA">
      <w:pPr>
        <w:spacing w:line="480" w:lineRule="auto"/>
        <w:ind w:right="-387"/>
        <w:jc w:val="both"/>
      </w:pPr>
    </w:p>
    <w:p w14:paraId="7ED1D55D" w14:textId="77777777" w:rsidR="00883ECA" w:rsidRDefault="00883ECA" w:rsidP="00883ECA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52F34765" w14:textId="77777777" w:rsidR="00883ECA" w:rsidRDefault="00883ECA" w:rsidP="00883ECA">
      <w:pPr>
        <w:spacing w:line="480" w:lineRule="auto"/>
        <w:ind w:left="720" w:right="-387"/>
        <w:jc w:val="center"/>
      </w:pPr>
      <w:r>
        <w:t>Il Legale Rappresentante</w:t>
      </w:r>
    </w:p>
    <w:p w14:paraId="543ADA62" w14:textId="6AE2F856" w:rsidR="00883ECA" w:rsidRPr="00883ECA" w:rsidRDefault="00883ECA" w:rsidP="00883ECA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0D8C87A" w14:textId="77777777" w:rsidR="00883ECA" w:rsidRDefault="00883ECA" w:rsidP="00883ECA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</w:p>
    <w:p w14:paraId="748D1E92" w14:textId="77777777" w:rsidR="00883ECA" w:rsidRPr="00840C90" w:rsidRDefault="00883ECA" w:rsidP="00883ECA">
      <w:pPr>
        <w:rPr>
          <w:u w:val="single"/>
        </w:rPr>
      </w:pPr>
    </w:p>
    <w:p w14:paraId="43D90291" w14:textId="77777777" w:rsidR="00883ECA" w:rsidRPr="00840C90" w:rsidRDefault="00883ECA" w:rsidP="004B2A40">
      <w:pPr>
        <w:ind w:left="3686"/>
        <w:jc w:val="center"/>
        <w:rPr>
          <w:u w:val="single"/>
        </w:rPr>
      </w:pPr>
    </w:p>
    <w:sectPr w:rsidR="00883ECA" w:rsidRPr="00840C90" w:rsidSect="00D23E5E">
      <w:headerReference w:type="default" r:id="rId12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5A25A" w14:textId="77777777" w:rsidR="002F0558" w:rsidRDefault="002F0558">
      <w:r>
        <w:separator/>
      </w:r>
    </w:p>
  </w:endnote>
  <w:endnote w:type="continuationSeparator" w:id="0">
    <w:p w14:paraId="2BCEFD2C" w14:textId="77777777" w:rsidR="002F0558" w:rsidRDefault="002F0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Medium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1D826" w14:textId="77777777" w:rsidR="0082415E" w:rsidRDefault="008241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5ADDB55" w14:textId="77777777" w:rsidR="0082415E" w:rsidRDefault="008241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B13F" w14:textId="1F0F13BB" w:rsidR="0082415E" w:rsidRDefault="0082415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B3160"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140AA8BD" w14:textId="77777777" w:rsidR="0082415E" w:rsidRDefault="008241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D67E9" w14:textId="77777777" w:rsidR="002F0558" w:rsidRDefault="002F0558">
      <w:r>
        <w:separator/>
      </w:r>
    </w:p>
  </w:footnote>
  <w:footnote w:type="continuationSeparator" w:id="0">
    <w:p w14:paraId="1DED3C83" w14:textId="77777777" w:rsidR="002F0558" w:rsidRDefault="002F0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694" w14:textId="77777777" w:rsidR="0082415E" w:rsidRDefault="0082415E">
    <w:pPr>
      <w:pStyle w:val="Intestazione"/>
    </w:pPr>
    <w:r>
      <w:t>Modello dichiarazioni</w:t>
    </w:r>
  </w:p>
  <w:p w14:paraId="5D587831" w14:textId="77777777" w:rsidR="0082415E" w:rsidRDefault="008241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FE519" w14:textId="77777777" w:rsidR="0082415E" w:rsidRPr="00D23E5E" w:rsidRDefault="0082415E" w:rsidP="00D23E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D3A8F" w14:textId="3E165553" w:rsidR="00883ECA" w:rsidRPr="00B617F6" w:rsidRDefault="00883EC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Punto 9</w:t>
    </w:r>
    <w:r>
      <w:rPr>
        <w:b/>
        <w:bCs/>
        <w:sz w:val="22"/>
        <w:szCs w:val="18"/>
      </w:rPr>
      <w:t>)</w:t>
    </w:r>
    <w:r w:rsidRPr="00B617F6">
      <w:rPr>
        <w:b/>
        <w:bCs/>
        <w:sz w:val="22"/>
        <w:szCs w:val="18"/>
      </w:rPr>
      <w:t xml:space="preserve"> del disciplinare di gara</w:t>
    </w:r>
  </w:p>
  <w:p w14:paraId="062C71EB" w14:textId="65E7A847" w:rsidR="00883ECA" w:rsidRPr="00B617F6" w:rsidRDefault="00883ECA" w:rsidP="00883ECA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Dichiarazione subappalto o</w:t>
    </w:r>
    <w:r w:rsidR="00455B91">
      <w:rPr>
        <w:b/>
        <w:bCs/>
        <w:sz w:val="22"/>
        <w:szCs w:val="18"/>
      </w:rPr>
      <w:t>bbligatorio</w:t>
    </w:r>
  </w:p>
  <w:p w14:paraId="721B027C" w14:textId="77777777" w:rsidR="00883ECA" w:rsidRPr="00D23E5E" w:rsidRDefault="00883ECA" w:rsidP="00D23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75E"/>
    <w:multiLevelType w:val="hybridMultilevel"/>
    <w:tmpl w:val="A4BC4740"/>
    <w:lvl w:ilvl="0" w:tplc="626AF0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D4A5B"/>
    <w:multiLevelType w:val="hybridMultilevel"/>
    <w:tmpl w:val="8E64004A"/>
    <w:lvl w:ilvl="0" w:tplc="AC12B0DE">
      <w:start w:val="1"/>
      <w:numFmt w:val="decimal"/>
      <w:lvlText w:val="%1)"/>
      <w:lvlJc w:val="left"/>
      <w:pPr>
        <w:tabs>
          <w:tab w:val="num" w:pos="-207"/>
        </w:tabs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5C407D"/>
    <w:multiLevelType w:val="multilevel"/>
    <w:tmpl w:val="E76A6274"/>
    <w:lvl w:ilvl="0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0629E"/>
    <w:multiLevelType w:val="hybridMultilevel"/>
    <w:tmpl w:val="0F98C0AE"/>
    <w:lvl w:ilvl="0" w:tplc="4358E4AC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268EF"/>
    <w:multiLevelType w:val="hybridMultilevel"/>
    <w:tmpl w:val="3CD29270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F5D4673E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C4F1E"/>
    <w:multiLevelType w:val="hybridMultilevel"/>
    <w:tmpl w:val="D7DEED7E"/>
    <w:lvl w:ilvl="0" w:tplc="5F96570E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91AA8"/>
    <w:multiLevelType w:val="hybridMultilevel"/>
    <w:tmpl w:val="BDAAA1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15535"/>
    <w:multiLevelType w:val="hybridMultilevel"/>
    <w:tmpl w:val="21586EF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4C6C77"/>
    <w:multiLevelType w:val="hybridMultilevel"/>
    <w:tmpl w:val="C90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731B"/>
    <w:multiLevelType w:val="multilevel"/>
    <w:tmpl w:val="DE1A09D2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2D4803"/>
    <w:multiLevelType w:val="hybridMultilevel"/>
    <w:tmpl w:val="A3685B82"/>
    <w:lvl w:ilvl="0" w:tplc="B23C5480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F5C57"/>
    <w:multiLevelType w:val="hybridMultilevel"/>
    <w:tmpl w:val="77F455DA"/>
    <w:lvl w:ilvl="0" w:tplc="FFC6DA4C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592649"/>
    <w:multiLevelType w:val="hybridMultilevel"/>
    <w:tmpl w:val="3DE62908"/>
    <w:lvl w:ilvl="0" w:tplc="FFFFFFFF">
      <w:start w:val="2"/>
      <w:numFmt w:val="decimal"/>
      <w:lvlText w:val="%1)"/>
      <w:lvlJc w:val="left"/>
      <w:pPr>
        <w:tabs>
          <w:tab w:val="num" w:pos="-96"/>
        </w:tabs>
        <w:ind w:left="-96" w:hanging="360"/>
      </w:pPr>
      <w:rPr>
        <w:rFonts w:hint="default"/>
        <w:b w:val="0"/>
        <w:i w:val="0"/>
        <w:color w:val="000000"/>
      </w:rPr>
    </w:lvl>
    <w:lvl w:ilvl="1" w:tplc="0CC2D076">
      <w:start w:val="1"/>
      <w:numFmt w:val="decimal"/>
      <w:lvlText w:val="%2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2" w:tplc="D2BE4742">
      <w:start w:val="1"/>
      <w:numFmt w:val="lowerLetter"/>
      <w:lvlText w:val="%3)"/>
      <w:lvlJc w:val="left"/>
      <w:pPr>
        <w:tabs>
          <w:tab w:val="num" w:pos="1884"/>
        </w:tabs>
        <w:ind w:left="1884" w:hanging="360"/>
      </w:pPr>
      <w:rPr>
        <w:rFonts w:hint="default"/>
        <w:b w:val="0"/>
        <w:i w:val="0"/>
      </w:rPr>
    </w:lvl>
    <w:lvl w:ilvl="3" w:tplc="3796EBF4">
      <w:start w:val="4"/>
      <w:numFmt w:val="decimal"/>
      <w:lvlText w:val="%4)"/>
      <w:lvlJc w:val="left"/>
      <w:pPr>
        <w:tabs>
          <w:tab w:val="num" w:pos="2424"/>
        </w:tabs>
        <w:ind w:left="242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4" w:tplc="DA86E844">
      <w:start w:val="1"/>
      <w:numFmt w:val="lowerLetter"/>
      <w:lvlText w:val="%5)"/>
      <w:lvlJc w:val="left"/>
      <w:pPr>
        <w:tabs>
          <w:tab w:val="num" w:pos="3144"/>
        </w:tabs>
        <w:ind w:left="3144" w:hanging="360"/>
      </w:pPr>
      <w:rPr>
        <w:rFonts w:ascii="Times New Roman" w:hAnsi="Times New Roman" w:hint="default"/>
        <w:b w:val="0"/>
        <w:i w:val="0"/>
        <w:color w:val="000000"/>
      </w:rPr>
    </w:lvl>
    <w:lvl w:ilvl="5" w:tplc="E360902A">
      <w:start w:val="4"/>
      <w:numFmt w:val="decimal"/>
      <w:lvlText w:val="%6)"/>
      <w:lvlJc w:val="left"/>
      <w:pPr>
        <w:tabs>
          <w:tab w:val="num" w:pos="4044"/>
        </w:tabs>
        <w:ind w:left="4044" w:hanging="360"/>
      </w:pPr>
      <w:rPr>
        <w:rFonts w:ascii="Times New Roman" w:hAnsi="Times New Roman" w:hint="default"/>
        <w:b w:val="0"/>
        <w:i w:val="0"/>
        <w:color w:val="000000"/>
      </w:rPr>
    </w:lvl>
    <w:lvl w:ilvl="6" w:tplc="704C946A">
      <w:start w:val="1"/>
      <w:numFmt w:val="decimal"/>
      <w:lvlText w:val="%7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7" w:tplc="97AAEB76">
      <w:start w:val="1"/>
      <w:numFmt w:val="lowerLetter"/>
      <w:lvlText w:val="%8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8" w:tplc="083AD852">
      <w:start w:val="2"/>
      <w:numFmt w:val="decimal"/>
      <w:lvlText w:val="%9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</w:abstractNum>
  <w:abstractNum w:abstractNumId="14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543DC"/>
    <w:multiLevelType w:val="hybridMultilevel"/>
    <w:tmpl w:val="2298AC8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E43C7E"/>
    <w:multiLevelType w:val="hybridMultilevel"/>
    <w:tmpl w:val="E5C438D4"/>
    <w:lvl w:ilvl="0" w:tplc="C11834F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595F6C"/>
    <w:multiLevelType w:val="hybridMultilevel"/>
    <w:tmpl w:val="FC82B4E6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472A63"/>
    <w:multiLevelType w:val="hybridMultilevel"/>
    <w:tmpl w:val="C8FE366A"/>
    <w:lvl w:ilvl="0" w:tplc="E4F633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32C29"/>
    <w:multiLevelType w:val="hybridMultilevel"/>
    <w:tmpl w:val="DC9848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E37D0"/>
    <w:multiLevelType w:val="hybridMultilevel"/>
    <w:tmpl w:val="BFF47A0C"/>
    <w:lvl w:ilvl="0" w:tplc="8AFC731C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1D18"/>
    <w:multiLevelType w:val="hybridMultilevel"/>
    <w:tmpl w:val="BBCACF72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42C0326">
      <w:start w:val="1"/>
      <w:numFmt w:val="lowerLetter"/>
      <w:lvlText w:val="%2)"/>
      <w:lvlJc w:val="left"/>
      <w:pPr>
        <w:tabs>
          <w:tab w:val="num" w:pos="357"/>
        </w:tabs>
        <w:ind w:left="1440" w:hanging="360"/>
      </w:pPr>
      <w:rPr>
        <w:rFonts w:hint="default"/>
        <w:b w:val="0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7B2CF5"/>
    <w:multiLevelType w:val="hybridMultilevel"/>
    <w:tmpl w:val="DE1A09D2"/>
    <w:lvl w:ilvl="0" w:tplc="1A52033C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AE1F2A"/>
    <w:multiLevelType w:val="multilevel"/>
    <w:tmpl w:val="77F455DA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E500AA"/>
    <w:multiLevelType w:val="hybridMultilevel"/>
    <w:tmpl w:val="628CFB26"/>
    <w:lvl w:ilvl="0" w:tplc="704C946A">
      <w:start w:val="1"/>
      <w:numFmt w:val="decimal"/>
      <w:lvlText w:val="%1)"/>
      <w:lvlJc w:val="left"/>
      <w:pPr>
        <w:tabs>
          <w:tab w:val="num" w:pos="4584"/>
        </w:tabs>
        <w:ind w:left="4584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20FCA972">
      <w:start w:val="1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54ACC"/>
    <w:multiLevelType w:val="hybridMultilevel"/>
    <w:tmpl w:val="EA5A124A"/>
    <w:lvl w:ilvl="0" w:tplc="DFC08C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D79A2"/>
    <w:multiLevelType w:val="hybridMultilevel"/>
    <w:tmpl w:val="128E39C6"/>
    <w:lvl w:ilvl="0" w:tplc="D98202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84949"/>
    <w:multiLevelType w:val="hybridMultilevel"/>
    <w:tmpl w:val="7B0885FE"/>
    <w:lvl w:ilvl="0" w:tplc="842C0326">
      <w:start w:val="1"/>
      <w:numFmt w:val="lowerLetter"/>
      <w:lvlText w:val="%1)"/>
      <w:lvlJc w:val="left"/>
      <w:pPr>
        <w:tabs>
          <w:tab w:val="num" w:pos="-363"/>
        </w:tabs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5CAE3D73"/>
    <w:multiLevelType w:val="hybridMultilevel"/>
    <w:tmpl w:val="EB3E64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A6926"/>
    <w:multiLevelType w:val="hybridMultilevel"/>
    <w:tmpl w:val="510C8E0E"/>
    <w:lvl w:ilvl="0" w:tplc="5F96570E">
      <w:start w:val="1"/>
      <w:numFmt w:val="lowerLetter"/>
      <w:lvlText w:val="%1)"/>
      <w:lvlJc w:val="left"/>
      <w:pPr>
        <w:tabs>
          <w:tab w:val="num" w:pos="-723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2940622"/>
    <w:multiLevelType w:val="hybridMultilevel"/>
    <w:tmpl w:val="8DA6C032"/>
    <w:lvl w:ilvl="0" w:tplc="97AAEB76">
      <w:start w:val="1"/>
      <w:numFmt w:val="lowerLetter"/>
      <w:lvlText w:val="%1)"/>
      <w:lvlJc w:val="left"/>
      <w:pPr>
        <w:tabs>
          <w:tab w:val="num" w:pos="5304"/>
        </w:tabs>
        <w:ind w:left="530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2A30E9CC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000000"/>
      </w:rPr>
    </w:lvl>
    <w:lvl w:ilvl="2" w:tplc="426CB1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000000"/>
      </w:rPr>
    </w:lvl>
    <w:lvl w:ilvl="3" w:tplc="0E8694FC">
      <w:start w:val="8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00000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74975"/>
    <w:multiLevelType w:val="hybridMultilevel"/>
    <w:tmpl w:val="859C1530"/>
    <w:lvl w:ilvl="0" w:tplc="22E640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18210F"/>
    <w:multiLevelType w:val="multilevel"/>
    <w:tmpl w:val="746A94A4"/>
    <w:lvl w:ilvl="0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77079"/>
    <w:multiLevelType w:val="hybridMultilevel"/>
    <w:tmpl w:val="852EC08C"/>
    <w:lvl w:ilvl="0" w:tplc="290C20BC">
      <w:start w:val="1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</w:rPr>
    </w:lvl>
    <w:lvl w:ilvl="1" w:tplc="D2BE47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4E999E">
      <w:numFmt w:val="bullet"/>
      <w:lvlText w:val="-"/>
      <w:lvlJc w:val="left"/>
      <w:pPr>
        <w:ind w:left="2880" w:hanging="360"/>
      </w:pPr>
      <w:rPr>
        <w:rFonts w:ascii="Lato Medium" w:eastAsia="Times New Roman" w:hAnsi="Lato Medium" w:cs="Arial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992F72"/>
    <w:multiLevelType w:val="hybridMultilevel"/>
    <w:tmpl w:val="83EC90E2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A0F9D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E86845"/>
    <w:multiLevelType w:val="hybridMultilevel"/>
    <w:tmpl w:val="E76A6274"/>
    <w:lvl w:ilvl="0" w:tplc="96DE6EA2">
      <w:start w:val="1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CB1863"/>
    <w:multiLevelType w:val="hybridMultilevel"/>
    <w:tmpl w:val="746A94A4"/>
    <w:lvl w:ilvl="0" w:tplc="4A1A1FD8">
      <w:start w:val="10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9711088">
    <w:abstractNumId w:val="35"/>
  </w:num>
  <w:num w:numId="2" w16cid:durableId="2138602108">
    <w:abstractNumId w:val="15"/>
  </w:num>
  <w:num w:numId="3" w16cid:durableId="42364699">
    <w:abstractNumId w:val="29"/>
  </w:num>
  <w:num w:numId="4" w16cid:durableId="950166403">
    <w:abstractNumId w:val="1"/>
  </w:num>
  <w:num w:numId="5" w16cid:durableId="1171604093">
    <w:abstractNumId w:val="32"/>
  </w:num>
  <w:num w:numId="6" w16cid:durableId="867907557">
    <w:abstractNumId w:val="21"/>
  </w:num>
  <w:num w:numId="7" w16cid:durableId="299922912">
    <w:abstractNumId w:val="27"/>
  </w:num>
  <w:num w:numId="8" w16cid:durableId="300112453">
    <w:abstractNumId w:val="11"/>
  </w:num>
  <w:num w:numId="9" w16cid:durableId="1973242644">
    <w:abstractNumId w:val="8"/>
  </w:num>
  <w:num w:numId="10" w16cid:durableId="1911160975">
    <w:abstractNumId w:val="30"/>
  </w:num>
  <w:num w:numId="11" w16cid:durableId="2061786229">
    <w:abstractNumId w:val="26"/>
  </w:num>
  <w:num w:numId="12" w16cid:durableId="688802058">
    <w:abstractNumId w:val="17"/>
  </w:num>
  <w:num w:numId="13" w16cid:durableId="1137143052">
    <w:abstractNumId w:val="6"/>
  </w:num>
  <w:num w:numId="14" w16cid:durableId="535587536">
    <w:abstractNumId w:val="13"/>
  </w:num>
  <w:num w:numId="15" w16cid:durableId="1350833526">
    <w:abstractNumId w:val="37"/>
  </w:num>
  <w:num w:numId="16" w16cid:durableId="1103762471">
    <w:abstractNumId w:val="33"/>
  </w:num>
  <w:num w:numId="17" w16cid:durableId="248779802">
    <w:abstractNumId w:val="36"/>
  </w:num>
  <w:num w:numId="18" w16cid:durableId="2025355681">
    <w:abstractNumId w:val="2"/>
  </w:num>
  <w:num w:numId="19" w16cid:durableId="290597227">
    <w:abstractNumId w:val="12"/>
  </w:num>
  <w:num w:numId="20" w16cid:durableId="1398090481">
    <w:abstractNumId w:val="23"/>
  </w:num>
  <w:num w:numId="21" w16cid:durableId="1669868053">
    <w:abstractNumId w:val="22"/>
  </w:num>
  <w:num w:numId="22" w16cid:durableId="123430209">
    <w:abstractNumId w:val="4"/>
  </w:num>
  <w:num w:numId="23" w16cid:durableId="728771358">
    <w:abstractNumId w:val="10"/>
  </w:num>
  <w:num w:numId="24" w16cid:durableId="2134789041">
    <w:abstractNumId w:val="3"/>
  </w:num>
  <w:num w:numId="25" w16cid:durableId="1877037708">
    <w:abstractNumId w:val="19"/>
  </w:num>
  <w:num w:numId="26" w16cid:durableId="722559370">
    <w:abstractNumId w:val="18"/>
  </w:num>
  <w:num w:numId="27" w16cid:durableId="1902132628">
    <w:abstractNumId w:val="28"/>
  </w:num>
  <w:num w:numId="28" w16cid:durableId="1055548637">
    <w:abstractNumId w:val="28"/>
  </w:num>
  <w:num w:numId="29" w16cid:durableId="774635916">
    <w:abstractNumId w:val="20"/>
  </w:num>
  <w:num w:numId="30" w16cid:durableId="1210264928">
    <w:abstractNumId w:val="31"/>
  </w:num>
  <w:num w:numId="31" w16cid:durableId="559096471">
    <w:abstractNumId w:val="5"/>
  </w:num>
  <w:num w:numId="32" w16cid:durableId="1320229933">
    <w:abstractNumId w:val="14"/>
  </w:num>
  <w:num w:numId="33" w16cid:durableId="1583031861">
    <w:abstractNumId w:val="25"/>
  </w:num>
  <w:num w:numId="34" w16cid:durableId="1019894628">
    <w:abstractNumId w:val="24"/>
  </w:num>
  <w:num w:numId="35" w16cid:durableId="416481947">
    <w:abstractNumId w:val="7"/>
  </w:num>
  <w:num w:numId="36" w16cid:durableId="410927486">
    <w:abstractNumId w:val="0"/>
  </w:num>
  <w:num w:numId="37" w16cid:durableId="1995452758">
    <w:abstractNumId w:val="34"/>
  </w:num>
  <w:num w:numId="38" w16cid:durableId="68357711">
    <w:abstractNumId w:val="16"/>
  </w:num>
  <w:num w:numId="39" w16cid:durableId="19713263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315474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E0C"/>
    <w:rsid w:val="00005CD4"/>
    <w:rsid w:val="000067F1"/>
    <w:rsid w:val="00030472"/>
    <w:rsid w:val="00042431"/>
    <w:rsid w:val="00042925"/>
    <w:rsid w:val="00045500"/>
    <w:rsid w:val="00046924"/>
    <w:rsid w:val="00051224"/>
    <w:rsid w:val="0005350D"/>
    <w:rsid w:val="00055409"/>
    <w:rsid w:val="00062BB5"/>
    <w:rsid w:val="00064BC2"/>
    <w:rsid w:val="00072C63"/>
    <w:rsid w:val="00076EF9"/>
    <w:rsid w:val="0007771B"/>
    <w:rsid w:val="0009244C"/>
    <w:rsid w:val="000A148B"/>
    <w:rsid w:val="000C066C"/>
    <w:rsid w:val="000C3F34"/>
    <w:rsid w:val="000C5597"/>
    <w:rsid w:val="000E190A"/>
    <w:rsid w:val="000E3ABA"/>
    <w:rsid w:val="000E7895"/>
    <w:rsid w:val="001053C1"/>
    <w:rsid w:val="0010569B"/>
    <w:rsid w:val="00111221"/>
    <w:rsid w:val="001113B0"/>
    <w:rsid w:val="0012736C"/>
    <w:rsid w:val="001353C3"/>
    <w:rsid w:val="0013541B"/>
    <w:rsid w:val="001401BF"/>
    <w:rsid w:val="001416E3"/>
    <w:rsid w:val="00150319"/>
    <w:rsid w:val="00151749"/>
    <w:rsid w:val="00153D1A"/>
    <w:rsid w:val="00153F3B"/>
    <w:rsid w:val="00156A49"/>
    <w:rsid w:val="00160E0C"/>
    <w:rsid w:val="00165CE9"/>
    <w:rsid w:val="001746F5"/>
    <w:rsid w:val="0018002B"/>
    <w:rsid w:val="00185CD1"/>
    <w:rsid w:val="00194A5A"/>
    <w:rsid w:val="001A1AE5"/>
    <w:rsid w:val="001A2380"/>
    <w:rsid w:val="001D53B4"/>
    <w:rsid w:val="001E60CC"/>
    <w:rsid w:val="0020512D"/>
    <w:rsid w:val="00232462"/>
    <w:rsid w:val="00235CBC"/>
    <w:rsid w:val="00240C2E"/>
    <w:rsid w:val="00250A8D"/>
    <w:rsid w:val="002553FB"/>
    <w:rsid w:val="002570AF"/>
    <w:rsid w:val="0026268F"/>
    <w:rsid w:val="00262F35"/>
    <w:rsid w:val="00263A59"/>
    <w:rsid w:val="00265212"/>
    <w:rsid w:val="002662BC"/>
    <w:rsid w:val="002720E5"/>
    <w:rsid w:val="0027763A"/>
    <w:rsid w:val="0029484E"/>
    <w:rsid w:val="002B598E"/>
    <w:rsid w:val="002C3ACF"/>
    <w:rsid w:val="002C6C25"/>
    <w:rsid w:val="002D01A6"/>
    <w:rsid w:val="002D3B68"/>
    <w:rsid w:val="002D781C"/>
    <w:rsid w:val="002E0F08"/>
    <w:rsid w:val="002E58C9"/>
    <w:rsid w:val="002F0131"/>
    <w:rsid w:val="002F0558"/>
    <w:rsid w:val="002F6EDD"/>
    <w:rsid w:val="002F7A54"/>
    <w:rsid w:val="003039FB"/>
    <w:rsid w:val="0030457F"/>
    <w:rsid w:val="003048E6"/>
    <w:rsid w:val="0031318F"/>
    <w:rsid w:val="003169DC"/>
    <w:rsid w:val="003307FA"/>
    <w:rsid w:val="00340BB2"/>
    <w:rsid w:val="00342C6A"/>
    <w:rsid w:val="003702AD"/>
    <w:rsid w:val="003750BB"/>
    <w:rsid w:val="0037706B"/>
    <w:rsid w:val="00377607"/>
    <w:rsid w:val="0038324A"/>
    <w:rsid w:val="00384347"/>
    <w:rsid w:val="00385D16"/>
    <w:rsid w:val="00392DFA"/>
    <w:rsid w:val="00393BE5"/>
    <w:rsid w:val="003A2297"/>
    <w:rsid w:val="003A56EF"/>
    <w:rsid w:val="003B0209"/>
    <w:rsid w:val="003B1E69"/>
    <w:rsid w:val="003C32CF"/>
    <w:rsid w:val="003C7D5B"/>
    <w:rsid w:val="003D2AEC"/>
    <w:rsid w:val="003D3781"/>
    <w:rsid w:val="003E09B7"/>
    <w:rsid w:val="003E0BD2"/>
    <w:rsid w:val="003E3707"/>
    <w:rsid w:val="003F1AAE"/>
    <w:rsid w:val="003F2C93"/>
    <w:rsid w:val="0040578B"/>
    <w:rsid w:val="00421259"/>
    <w:rsid w:val="0042291D"/>
    <w:rsid w:val="00425CE9"/>
    <w:rsid w:val="0043175F"/>
    <w:rsid w:val="00443922"/>
    <w:rsid w:val="00447168"/>
    <w:rsid w:val="00455B91"/>
    <w:rsid w:val="00460D7E"/>
    <w:rsid w:val="00461A9E"/>
    <w:rsid w:val="00464F04"/>
    <w:rsid w:val="00481A12"/>
    <w:rsid w:val="004822A5"/>
    <w:rsid w:val="00485243"/>
    <w:rsid w:val="00496630"/>
    <w:rsid w:val="00496BB9"/>
    <w:rsid w:val="004A7233"/>
    <w:rsid w:val="004A7C2B"/>
    <w:rsid w:val="004B2543"/>
    <w:rsid w:val="004B270B"/>
    <w:rsid w:val="004B2A40"/>
    <w:rsid w:val="004C240C"/>
    <w:rsid w:val="004C3BAC"/>
    <w:rsid w:val="004C3D72"/>
    <w:rsid w:val="004D27C1"/>
    <w:rsid w:val="004D6F2C"/>
    <w:rsid w:val="004E3972"/>
    <w:rsid w:val="004F2F09"/>
    <w:rsid w:val="004F7388"/>
    <w:rsid w:val="005020E1"/>
    <w:rsid w:val="00504F24"/>
    <w:rsid w:val="00510650"/>
    <w:rsid w:val="00511718"/>
    <w:rsid w:val="00533B64"/>
    <w:rsid w:val="005364FF"/>
    <w:rsid w:val="00540BFD"/>
    <w:rsid w:val="00550E38"/>
    <w:rsid w:val="005518A5"/>
    <w:rsid w:val="00553778"/>
    <w:rsid w:val="00567B46"/>
    <w:rsid w:val="00567DB5"/>
    <w:rsid w:val="005731D6"/>
    <w:rsid w:val="0057624E"/>
    <w:rsid w:val="00594DF8"/>
    <w:rsid w:val="005C0B63"/>
    <w:rsid w:val="005D5EAE"/>
    <w:rsid w:val="005D64DE"/>
    <w:rsid w:val="005F0AF4"/>
    <w:rsid w:val="005F27C9"/>
    <w:rsid w:val="005F7039"/>
    <w:rsid w:val="0060763D"/>
    <w:rsid w:val="00612781"/>
    <w:rsid w:val="006229B4"/>
    <w:rsid w:val="00627AB3"/>
    <w:rsid w:val="006550EE"/>
    <w:rsid w:val="00662013"/>
    <w:rsid w:val="006653B6"/>
    <w:rsid w:val="006837DD"/>
    <w:rsid w:val="006847AB"/>
    <w:rsid w:val="006907F1"/>
    <w:rsid w:val="0069709B"/>
    <w:rsid w:val="00697A32"/>
    <w:rsid w:val="006A0A0D"/>
    <w:rsid w:val="006A3BEA"/>
    <w:rsid w:val="006A71D6"/>
    <w:rsid w:val="006A7FC4"/>
    <w:rsid w:val="006B3160"/>
    <w:rsid w:val="006B52E3"/>
    <w:rsid w:val="006C2BE5"/>
    <w:rsid w:val="006C69C6"/>
    <w:rsid w:val="006D6472"/>
    <w:rsid w:val="006E069E"/>
    <w:rsid w:val="006E094D"/>
    <w:rsid w:val="00704AD1"/>
    <w:rsid w:val="0073512C"/>
    <w:rsid w:val="00737E4E"/>
    <w:rsid w:val="00740991"/>
    <w:rsid w:val="00744E90"/>
    <w:rsid w:val="00754949"/>
    <w:rsid w:val="00766C9F"/>
    <w:rsid w:val="00780A8B"/>
    <w:rsid w:val="00792E47"/>
    <w:rsid w:val="007B10AE"/>
    <w:rsid w:val="007B450C"/>
    <w:rsid w:val="007B4DC3"/>
    <w:rsid w:val="007C15B4"/>
    <w:rsid w:val="007C3F34"/>
    <w:rsid w:val="007C66ED"/>
    <w:rsid w:val="007D166F"/>
    <w:rsid w:val="007D3BF8"/>
    <w:rsid w:val="007D669C"/>
    <w:rsid w:val="007D740F"/>
    <w:rsid w:val="007D76C7"/>
    <w:rsid w:val="007E03A0"/>
    <w:rsid w:val="007E0CA5"/>
    <w:rsid w:val="007E2FFE"/>
    <w:rsid w:val="007E300F"/>
    <w:rsid w:val="00800678"/>
    <w:rsid w:val="008125BB"/>
    <w:rsid w:val="008139A8"/>
    <w:rsid w:val="0081611E"/>
    <w:rsid w:val="008235F8"/>
    <w:rsid w:val="0082415E"/>
    <w:rsid w:val="00827CEF"/>
    <w:rsid w:val="00847A29"/>
    <w:rsid w:val="00854DA5"/>
    <w:rsid w:val="008575FE"/>
    <w:rsid w:val="00871359"/>
    <w:rsid w:val="0087338B"/>
    <w:rsid w:val="008743C3"/>
    <w:rsid w:val="00876DA0"/>
    <w:rsid w:val="00880226"/>
    <w:rsid w:val="00883ECA"/>
    <w:rsid w:val="008858E9"/>
    <w:rsid w:val="00892589"/>
    <w:rsid w:val="008A1D40"/>
    <w:rsid w:val="008B21CF"/>
    <w:rsid w:val="008B2D3B"/>
    <w:rsid w:val="008B65F9"/>
    <w:rsid w:val="008C5784"/>
    <w:rsid w:val="008C5E0E"/>
    <w:rsid w:val="008D2427"/>
    <w:rsid w:val="008D500F"/>
    <w:rsid w:val="008E7C1E"/>
    <w:rsid w:val="008E7F25"/>
    <w:rsid w:val="008F73C5"/>
    <w:rsid w:val="008F7FA3"/>
    <w:rsid w:val="00924993"/>
    <w:rsid w:val="00926BCA"/>
    <w:rsid w:val="0093196B"/>
    <w:rsid w:val="00932C68"/>
    <w:rsid w:val="00933F55"/>
    <w:rsid w:val="009374E8"/>
    <w:rsid w:val="00941F73"/>
    <w:rsid w:val="00942CE1"/>
    <w:rsid w:val="00947CD0"/>
    <w:rsid w:val="00947D8F"/>
    <w:rsid w:val="00952BB6"/>
    <w:rsid w:val="009626C3"/>
    <w:rsid w:val="0096462E"/>
    <w:rsid w:val="0096483A"/>
    <w:rsid w:val="00965ED9"/>
    <w:rsid w:val="009669D9"/>
    <w:rsid w:val="0097251D"/>
    <w:rsid w:val="009916C9"/>
    <w:rsid w:val="00992333"/>
    <w:rsid w:val="009A423D"/>
    <w:rsid w:val="009B36B2"/>
    <w:rsid w:val="009C5E3F"/>
    <w:rsid w:val="009E3AAE"/>
    <w:rsid w:val="009F0866"/>
    <w:rsid w:val="009F32A2"/>
    <w:rsid w:val="009F5023"/>
    <w:rsid w:val="00A06A81"/>
    <w:rsid w:val="00A07631"/>
    <w:rsid w:val="00A10BC2"/>
    <w:rsid w:val="00A45E3B"/>
    <w:rsid w:val="00A470B2"/>
    <w:rsid w:val="00A54525"/>
    <w:rsid w:val="00A56C50"/>
    <w:rsid w:val="00A67433"/>
    <w:rsid w:val="00A75216"/>
    <w:rsid w:val="00A805A8"/>
    <w:rsid w:val="00A80B72"/>
    <w:rsid w:val="00A84220"/>
    <w:rsid w:val="00A946DE"/>
    <w:rsid w:val="00AB0215"/>
    <w:rsid w:val="00AB11FC"/>
    <w:rsid w:val="00AB3283"/>
    <w:rsid w:val="00AB4C55"/>
    <w:rsid w:val="00AC7428"/>
    <w:rsid w:val="00AD00F3"/>
    <w:rsid w:val="00AD11D8"/>
    <w:rsid w:val="00AD1EB1"/>
    <w:rsid w:val="00AD2C9B"/>
    <w:rsid w:val="00AE0E14"/>
    <w:rsid w:val="00AE0EFF"/>
    <w:rsid w:val="00AF1A23"/>
    <w:rsid w:val="00B07DC3"/>
    <w:rsid w:val="00B10BC9"/>
    <w:rsid w:val="00B13408"/>
    <w:rsid w:val="00B20968"/>
    <w:rsid w:val="00B24909"/>
    <w:rsid w:val="00B266E6"/>
    <w:rsid w:val="00B374A6"/>
    <w:rsid w:val="00B401E1"/>
    <w:rsid w:val="00B411FE"/>
    <w:rsid w:val="00B4297C"/>
    <w:rsid w:val="00B44E55"/>
    <w:rsid w:val="00B46E11"/>
    <w:rsid w:val="00B51BEF"/>
    <w:rsid w:val="00B55590"/>
    <w:rsid w:val="00B64CB1"/>
    <w:rsid w:val="00B72261"/>
    <w:rsid w:val="00B77E95"/>
    <w:rsid w:val="00B81CDA"/>
    <w:rsid w:val="00B82C90"/>
    <w:rsid w:val="00B85109"/>
    <w:rsid w:val="00B91881"/>
    <w:rsid w:val="00B92569"/>
    <w:rsid w:val="00BA4895"/>
    <w:rsid w:val="00BA5DF1"/>
    <w:rsid w:val="00BB076D"/>
    <w:rsid w:val="00BB56D2"/>
    <w:rsid w:val="00BB6B2C"/>
    <w:rsid w:val="00BC1B33"/>
    <w:rsid w:val="00BC2710"/>
    <w:rsid w:val="00BD05D2"/>
    <w:rsid w:val="00BD2127"/>
    <w:rsid w:val="00BD78A6"/>
    <w:rsid w:val="00BE029B"/>
    <w:rsid w:val="00BE08BD"/>
    <w:rsid w:val="00BE2964"/>
    <w:rsid w:val="00BF06AE"/>
    <w:rsid w:val="00C16581"/>
    <w:rsid w:val="00C17DF4"/>
    <w:rsid w:val="00C22A7A"/>
    <w:rsid w:val="00C25ADB"/>
    <w:rsid w:val="00C309EE"/>
    <w:rsid w:val="00C4348B"/>
    <w:rsid w:val="00C45856"/>
    <w:rsid w:val="00C51FDE"/>
    <w:rsid w:val="00C53B1E"/>
    <w:rsid w:val="00C72AC1"/>
    <w:rsid w:val="00C7380C"/>
    <w:rsid w:val="00C749DF"/>
    <w:rsid w:val="00C7595C"/>
    <w:rsid w:val="00C75CAC"/>
    <w:rsid w:val="00C82771"/>
    <w:rsid w:val="00C8307D"/>
    <w:rsid w:val="00C83838"/>
    <w:rsid w:val="00C86C14"/>
    <w:rsid w:val="00CA3599"/>
    <w:rsid w:val="00CB1FD0"/>
    <w:rsid w:val="00CB5805"/>
    <w:rsid w:val="00CB5F47"/>
    <w:rsid w:val="00CD008C"/>
    <w:rsid w:val="00CD0AB1"/>
    <w:rsid w:val="00D01B63"/>
    <w:rsid w:val="00D0207A"/>
    <w:rsid w:val="00D1146E"/>
    <w:rsid w:val="00D16789"/>
    <w:rsid w:val="00D20DA6"/>
    <w:rsid w:val="00D23CA9"/>
    <w:rsid w:val="00D23D7C"/>
    <w:rsid w:val="00D23E5E"/>
    <w:rsid w:val="00D55385"/>
    <w:rsid w:val="00D60BB7"/>
    <w:rsid w:val="00D61FE9"/>
    <w:rsid w:val="00D772C6"/>
    <w:rsid w:val="00D81E67"/>
    <w:rsid w:val="00D852BC"/>
    <w:rsid w:val="00D87EE9"/>
    <w:rsid w:val="00D91F53"/>
    <w:rsid w:val="00D925B3"/>
    <w:rsid w:val="00D92969"/>
    <w:rsid w:val="00DA0B58"/>
    <w:rsid w:val="00DA4768"/>
    <w:rsid w:val="00DA7A22"/>
    <w:rsid w:val="00DB4350"/>
    <w:rsid w:val="00DB5E24"/>
    <w:rsid w:val="00DC6B8E"/>
    <w:rsid w:val="00DD4FA6"/>
    <w:rsid w:val="00DD5CC4"/>
    <w:rsid w:val="00DE1983"/>
    <w:rsid w:val="00DE2412"/>
    <w:rsid w:val="00DE46D6"/>
    <w:rsid w:val="00E02059"/>
    <w:rsid w:val="00E10B67"/>
    <w:rsid w:val="00E159DB"/>
    <w:rsid w:val="00E334C4"/>
    <w:rsid w:val="00E3447D"/>
    <w:rsid w:val="00E351E6"/>
    <w:rsid w:val="00E37DA5"/>
    <w:rsid w:val="00E56674"/>
    <w:rsid w:val="00E62316"/>
    <w:rsid w:val="00E63B84"/>
    <w:rsid w:val="00E7022A"/>
    <w:rsid w:val="00E85FB1"/>
    <w:rsid w:val="00E935D1"/>
    <w:rsid w:val="00E951C9"/>
    <w:rsid w:val="00EA380E"/>
    <w:rsid w:val="00EB50D6"/>
    <w:rsid w:val="00EB558A"/>
    <w:rsid w:val="00EB688E"/>
    <w:rsid w:val="00EC44C7"/>
    <w:rsid w:val="00ED002D"/>
    <w:rsid w:val="00ED6F28"/>
    <w:rsid w:val="00EE62A2"/>
    <w:rsid w:val="00EE66D7"/>
    <w:rsid w:val="00EF6594"/>
    <w:rsid w:val="00F00C5D"/>
    <w:rsid w:val="00F1749F"/>
    <w:rsid w:val="00F238DF"/>
    <w:rsid w:val="00F2597F"/>
    <w:rsid w:val="00F30DC6"/>
    <w:rsid w:val="00F33530"/>
    <w:rsid w:val="00F5108E"/>
    <w:rsid w:val="00F51A0D"/>
    <w:rsid w:val="00F5280D"/>
    <w:rsid w:val="00F54678"/>
    <w:rsid w:val="00F554EE"/>
    <w:rsid w:val="00F5785C"/>
    <w:rsid w:val="00F71F70"/>
    <w:rsid w:val="00F84D64"/>
    <w:rsid w:val="00F86959"/>
    <w:rsid w:val="00F86C3F"/>
    <w:rsid w:val="00F91F5E"/>
    <w:rsid w:val="00F97F26"/>
    <w:rsid w:val="00FA2069"/>
    <w:rsid w:val="00FA4F4B"/>
    <w:rsid w:val="00FA553F"/>
    <w:rsid w:val="00FA58AD"/>
    <w:rsid w:val="00FB3782"/>
    <w:rsid w:val="00FC4567"/>
    <w:rsid w:val="00FC4CFE"/>
    <w:rsid w:val="00FD3DFD"/>
    <w:rsid w:val="00FD4154"/>
    <w:rsid w:val="00FE0396"/>
    <w:rsid w:val="00F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A1390A"/>
  <w15:chartTrackingRefBased/>
  <w15:docId w15:val="{50FCE627-DFBE-4ACB-BC00-A50A0D0B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4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704AD1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704AD1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704AD1"/>
    <w:pPr>
      <w:keepNext/>
      <w:ind w:right="-900"/>
      <w:jc w:val="center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704AD1"/>
    <w:pPr>
      <w:keepNext/>
      <w:spacing w:line="480" w:lineRule="auto"/>
      <w:ind w:left="708" w:right="-387"/>
      <w:jc w:val="both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Rientrocorpodeltesto3">
    <w:name w:val="Body Text Indent 3"/>
    <w:basedOn w:val="Normale"/>
    <w:link w:val="Rientrocorpodeltesto3Carattere"/>
    <w:rsid w:val="00704AD1"/>
    <w:pPr>
      <w:spacing w:line="480" w:lineRule="auto"/>
      <w:ind w:left="720"/>
      <w:jc w:val="both"/>
    </w:pPr>
    <w:rPr>
      <w:i/>
      <w:iCs/>
    </w:rPr>
  </w:style>
  <w:style w:type="paragraph" w:styleId="Pidipagina">
    <w:name w:val="footer"/>
    <w:basedOn w:val="Normale"/>
    <w:link w:val="PidipaginaCarattere"/>
    <w:rsid w:val="00704AD1"/>
    <w:pPr>
      <w:widowControl w:val="0"/>
      <w:tabs>
        <w:tab w:val="center" w:pos="4819"/>
        <w:tab w:val="right" w:pos="9638"/>
      </w:tabs>
    </w:pPr>
    <w:rPr>
      <w:szCs w:val="20"/>
    </w:rPr>
  </w:style>
  <w:style w:type="paragraph" w:styleId="Corpodeltesto2">
    <w:name w:val="Body Text 2"/>
    <w:basedOn w:val="Normale"/>
    <w:link w:val="Corpodeltesto2Carattere"/>
    <w:rsid w:val="00704AD1"/>
    <w:pPr>
      <w:jc w:val="center"/>
    </w:pPr>
    <w:rPr>
      <w:vanish/>
      <w:szCs w:val="20"/>
    </w:rPr>
  </w:style>
  <w:style w:type="paragraph" w:customStyle="1" w:styleId="Corpodeltesto21">
    <w:name w:val="Corpo del testo 21"/>
    <w:basedOn w:val="Normale"/>
    <w:rsid w:val="00704AD1"/>
    <w:pPr>
      <w:widowControl w:val="0"/>
      <w:jc w:val="both"/>
    </w:pPr>
    <w:rPr>
      <w:szCs w:val="20"/>
    </w:rPr>
  </w:style>
  <w:style w:type="character" w:styleId="Numeropagina">
    <w:name w:val="page number"/>
    <w:rsid w:val="00704AD1"/>
    <w:rPr>
      <w:sz w:val="20"/>
    </w:rPr>
  </w:style>
  <w:style w:type="paragraph" w:styleId="Corpodeltesto3">
    <w:name w:val="Body Text 3"/>
    <w:basedOn w:val="Normale"/>
    <w:link w:val="Corpodeltesto3Carattere"/>
    <w:rsid w:val="00704AD1"/>
    <w:pPr>
      <w:spacing w:line="360" w:lineRule="auto"/>
      <w:ind w:right="-387"/>
      <w:jc w:val="both"/>
    </w:pPr>
    <w:rPr>
      <w:sz w:val="22"/>
    </w:rPr>
  </w:style>
  <w:style w:type="table" w:styleId="Grigliatabella">
    <w:name w:val="Table Grid"/>
    <w:basedOn w:val="Tabellanormale"/>
    <w:rsid w:val="00704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B374A6"/>
    <w:pPr>
      <w:spacing w:after="120"/>
    </w:pPr>
  </w:style>
  <w:style w:type="character" w:customStyle="1" w:styleId="Corpodeltesto2Carattere">
    <w:name w:val="Corpo del testo 2 Carattere"/>
    <w:link w:val="Corpodeltesto2"/>
    <w:rsid w:val="001113B0"/>
    <w:rPr>
      <w:vanish/>
      <w:sz w:val="24"/>
    </w:rPr>
  </w:style>
  <w:style w:type="paragraph" w:customStyle="1" w:styleId="Corpodeltesto210">
    <w:name w:val="Corpo del testo 21"/>
    <w:basedOn w:val="Normale"/>
    <w:rsid w:val="005F0AF4"/>
    <w:pPr>
      <w:widowControl w:val="0"/>
      <w:jc w:val="both"/>
    </w:pPr>
    <w:rPr>
      <w:szCs w:val="20"/>
    </w:rPr>
  </w:style>
  <w:style w:type="paragraph" w:customStyle="1" w:styleId="Default">
    <w:name w:val="Default"/>
    <w:rsid w:val="00C83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7549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754949"/>
    <w:rPr>
      <w:sz w:val="24"/>
    </w:rPr>
  </w:style>
  <w:style w:type="character" w:customStyle="1" w:styleId="Titolo1Carattere">
    <w:name w:val="Titolo 1 Carattere"/>
    <w:link w:val="Titolo1"/>
    <w:rsid w:val="00BB076D"/>
    <w:rPr>
      <w:b/>
      <w:sz w:val="28"/>
    </w:rPr>
  </w:style>
  <w:style w:type="character" w:customStyle="1" w:styleId="Titolo3Carattere">
    <w:name w:val="Titolo 3 Carattere"/>
    <w:link w:val="Titolo3"/>
    <w:rsid w:val="00BB076D"/>
    <w:rPr>
      <w:b/>
      <w:bCs/>
      <w:color w:val="000000"/>
      <w:sz w:val="24"/>
      <w:szCs w:val="24"/>
    </w:rPr>
  </w:style>
  <w:style w:type="character" w:customStyle="1" w:styleId="Titolo5Carattere">
    <w:name w:val="Titolo 5 Carattere"/>
    <w:link w:val="Titolo5"/>
    <w:rsid w:val="00BB076D"/>
    <w:rPr>
      <w:b/>
      <w:bCs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rsid w:val="00BB076D"/>
    <w:rPr>
      <w:i/>
      <w:iCs/>
      <w:sz w:val="24"/>
      <w:szCs w:val="24"/>
    </w:rPr>
  </w:style>
  <w:style w:type="character" w:customStyle="1" w:styleId="PidipaginaCarattere">
    <w:name w:val="Piè di pagina Carattere"/>
    <w:link w:val="Pidipagina"/>
    <w:rsid w:val="00BB076D"/>
    <w:rPr>
      <w:sz w:val="24"/>
    </w:rPr>
  </w:style>
  <w:style w:type="character" w:customStyle="1" w:styleId="Corpodeltesto3Carattere">
    <w:name w:val="Corpo del testo 3 Carattere"/>
    <w:link w:val="Corpodeltesto3"/>
    <w:rsid w:val="00BB076D"/>
    <w:rPr>
      <w:sz w:val="22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0E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ssia.rizzitelli\Desktop\DICHIARAZIONI%20rev%2010.03.202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2E66A-7E7F-4BFD-99FB-82329CA2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DICHIARAZIONI rev 10.03.2023</Template>
  <TotalTime>258</TotalTime>
  <Pages>9</Pages>
  <Words>1423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COMUNE DI MILANO</vt:lpstr>
    </vt:vector>
  </TitlesOfParts>
  <Company/>
  <LinksUpToDate>false</LinksUpToDate>
  <CharactersWithSpaces>11032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COMUNE DI MILANO</dc:title>
  <dc:subject/>
  <dc:creator>Alessia Maria Rizzitelli</dc:creator>
  <cp:keywords/>
  <dc:description/>
  <cp:lastModifiedBy>Martina Savasta</cp:lastModifiedBy>
  <cp:revision>101</cp:revision>
  <cp:lastPrinted>2023-07-26T12:02:00Z</cp:lastPrinted>
  <dcterms:created xsi:type="dcterms:W3CDTF">2023-07-25T10:07:00Z</dcterms:created>
  <dcterms:modified xsi:type="dcterms:W3CDTF">2025-03-26T13:24:00Z</dcterms:modified>
</cp:coreProperties>
</file>