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4F63B" w14:textId="77777777" w:rsidR="007129F9" w:rsidRDefault="007129F9" w:rsidP="007129F9">
      <w:pPr>
        <w:rPr>
          <w:szCs w:val="20"/>
        </w:rPr>
      </w:pPr>
      <w:r>
        <w:rPr>
          <w:szCs w:val="20"/>
        </w:rPr>
        <w:t>AL COMUNE DI MILANO</w:t>
      </w:r>
    </w:p>
    <w:p w14:paraId="383719FD" w14:textId="77777777" w:rsidR="007129F9" w:rsidRDefault="007129F9" w:rsidP="007129F9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ECCF9C" w14:textId="77777777" w:rsidR="007129F9" w:rsidRDefault="007129F9" w:rsidP="007129F9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14:paraId="7BE55F32" w14:textId="77777777" w:rsidR="007129F9" w:rsidRDefault="007129F9" w:rsidP="007129F9">
      <w:r>
        <w:t>MILANO</w:t>
      </w:r>
    </w:p>
    <w:p w14:paraId="298204F7" w14:textId="77777777" w:rsidR="007129F9" w:rsidRDefault="007129F9" w:rsidP="007129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6434E" wp14:editId="1540D8DC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74F26" w14:textId="77777777" w:rsidR="007129F9" w:rsidRDefault="007129F9" w:rsidP="007129F9"/>
                          <w:p w14:paraId="3C445D71" w14:textId="77777777" w:rsidR="007129F9" w:rsidRDefault="007129F9" w:rsidP="007129F9"/>
                          <w:p w14:paraId="25C17C9D" w14:textId="77777777" w:rsidR="007129F9" w:rsidRDefault="007129F9" w:rsidP="007129F9"/>
                          <w:p w14:paraId="0AD64E3B" w14:textId="77777777" w:rsidR="007129F9" w:rsidRDefault="007129F9" w:rsidP="007129F9"/>
                          <w:p w14:paraId="5A83F3F1" w14:textId="77777777" w:rsidR="007129F9" w:rsidRDefault="007129F9" w:rsidP="007129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6434E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r3mEQIAACs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">
                <v:textbox>
                  <w:txbxContent>
                    <w:p w14:paraId="7F174F26" w14:textId="77777777" w:rsidR="007129F9" w:rsidRDefault="007129F9" w:rsidP="007129F9"/>
                    <w:p w14:paraId="3C445D71" w14:textId="77777777" w:rsidR="007129F9" w:rsidRDefault="007129F9" w:rsidP="007129F9"/>
                    <w:p w14:paraId="25C17C9D" w14:textId="77777777" w:rsidR="007129F9" w:rsidRDefault="007129F9" w:rsidP="007129F9"/>
                    <w:p w14:paraId="0AD64E3B" w14:textId="77777777" w:rsidR="007129F9" w:rsidRDefault="007129F9" w:rsidP="007129F9"/>
                    <w:p w14:paraId="5A83F3F1" w14:textId="77777777" w:rsidR="007129F9" w:rsidRDefault="007129F9" w:rsidP="007129F9"/>
                  </w:txbxContent>
                </v:textbox>
              </v:shape>
            </w:pict>
          </mc:Fallback>
        </mc:AlternateContent>
      </w:r>
    </w:p>
    <w:p w14:paraId="7C053EAF" w14:textId="77777777" w:rsidR="007129F9" w:rsidRDefault="007129F9" w:rsidP="007129F9"/>
    <w:p w14:paraId="7042C04C" w14:textId="77777777" w:rsidR="007129F9" w:rsidRDefault="007129F9" w:rsidP="007129F9">
      <w:r>
        <w:rPr>
          <w:b/>
          <w:bCs/>
        </w:rPr>
        <w:t xml:space="preserve">OGGETTO </w:t>
      </w:r>
    </w:p>
    <w:p w14:paraId="4BD82636" w14:textId="77777777" w:rsidR="007129F9" w:rsidRDefault="007129F9" w:rsidP="007129F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CC3B5F" wp14:editId="7D0EA857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7620" b="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0390C" w14:textId="77777777" w:rsidR="007129F9" w:rsidRDefault="007129F9" w:rsidP="007129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C3B5F" id="Casella di testo 197" o:spid="_x0000_s1027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">
                <v:textbox>
                  <w:txbxContent>
                    <w:p w14:paraId="0920390C" w14:textId="77777777" w:rsidR="007129F9" w:rsidRDefault="007129F9" w:rsidP="007129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D031F" wp14:editId="294D9D4C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25BA6" w14:textId="77777777" w:rsidR="007129F9" w:rsidRDefault="007129F9" w:rsidP="007129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D031F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G3ULNHfAAAACQEAAA8AAAAAAAAAAAAAAAAAcQQAAGRycy9kb3ducmV2LnhtbFBLBQYA&#10;AAAABAAEAPMAAAB9BQAAAAA=&#10;">
                <v:textbox>
                  <w:txbxContent>
                    <w:p w14:paraId="12B25BA6" w14:textId="77777777" w:rsidR="007129F9" w:rsidRDefault="007129F9" w:rsidP="007129F9"/>
                  </w:txbxContent>
                </v:textbox>
              </v:shape>
            </w:pict>
          </mc:Fallback>
        </mc:AlternateContent>
      </w:r>
    </w:p>
    <w:p w14:paraId="3E3EB02C" w14:textId="77777777" w:rsidR="007129F9" w:rsidRDefault="007129F9" w:rsidP="007129F9">
      <w:pPr>
        <w:rPr>
          <w:b/>
          <w:bCs/>
        </w:rPr>
      </w:pPr>
      <w:r>
        <w:rPr>
          <w:b/>
          <w:bCs/>
        </w:rPr>
        <w:t xml:space="preserve">NUMERO </w:t>
      </w:r>
      <w:r w:rsidRPr="009D33A1">
        <w:rPr>
          <w:b/>
          <w:bCs/>
        </w:rPr>
        <w:t>APPALTO</w:t>
      </w: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05F95790" w14:textId="77777777" w:rsidR="007129F9" w:rsidRDefault="007129F9" w:rsidP="007129F9">
      <w:pPr>
        <w:tabs>
          <w:tab w:val="right" w:pos="9639"/>
        </w:tabs>
        <w:ind w:right="-709"/>
      </w:pPr>
    </w:p>
    <w:p w14:paraId="49A0DF0B" w14:textId="77777777" w:rsidR="007129F9" w:rsidRDefault="007129F9" w:rsidP="007129F9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14:paraId="3B997786" w14:textId="77777777" w:rsidR="007129F9" w:rsidRDefault="007129F9" w:rsidP="007129F9">
      <w:pPr>
        <w:tabs>
          <w:tab w:val="right" w:pos="9639"/>
        </w:tabs>
        <w:ind w:right="-709"/>
      </w:pPr>
    </w:p>
    <w:p w14:paraId="098B10F2" w14:textId="77777777" w:rsidR="007129F9" w:rsidRDefault="007129F9" w:rsidP="007129F9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14:paraId="3715CF68" w14:textId="77777777" w:rsidR="007129F9" w:rsidRDefault="007129F9" w:rsidP="007129F9">
      <w:pPr>
        <w:tabs>
          <w:tab w:val="right" w:pos="9639"/>
        </w:tabs>
        <w:ind w:right="-709"/>
      </w:pPr>
    </w:p>
    <w:p w14:paraId="5AC2AB29" w14:textId="77777777" w:rsidR="007129F9" w:rsidRDefault="007129F9" w:rsidP="007129F9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14:paraId="792D30B0" w14:textId="77777777" w:rsidR="007129F9" w:rsidRDefault="007129F9" w:rsidP="007129F9">
      <w:pPr>
        <w:tabs>
          <w:tab w:val="right" w:pos="9639"/>
        </w:tabs>
        <w:ind w:right="-709"/>
      </w:pPr>
    </w:p>
    <w:p w14:paraId="55B1C640" w14:textId="77777777" w:rsidR="007129F9" w:rsidRDefault="007129F9" w:rsidP="007129F9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14:paraId="200F57E6" w14:textId="77777777" w:rsidR="007129F9" w:rsidRDefault="007129F9" w:rsidP="007129F9">
      <w:pPr>
        <w:tabs>
          <w:tab w:val="right" w:pos="9639"/>
        </w:tabs>
        <w:ind w:left="426" w:right="-709" w:hanging="426"/>
      </w:pPr>
    </w:p>
    <w:p w14:paraId="07ABD372" w14:textId="77777777" w:rsidR="007129F9" w:rsidRDefault="007129F9" w:rsidP="007129F9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14:paraId="65DB7B6D" w14:textId="77777777" w:rsidR="007129F9" w:rsidRDefault="007129F9" w:rsidP="007129F9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14:paraId="301AFB96" w14:textId="77777777" w:rsidR="007129F9" w:rsidRDefault="007129F9" w:rsidP="007129F9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14:paraId="16326E0E" w14:textId="77777777" w:rsidR="007129F9" w:rsidRDefault="007129F9" w:rsidP="007129F9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14:paraId="27B4CA48" w14:textId="77777777" w:rsidR="007129F9" w:rsidRDefault="007129F9" w:rsidP="007129F9">
      <w:pPr>
        <w:tabs>
          <w:tab w:val="left" w:pos="5670"/>
        </w:tabs>
        <w:jc w:val="center"/>
        <w:rPr>
          <w:b/>
          <w:u w:val="single"/>
        </w:rPr>
      </w:pPr>
    </w:p>
    <w:p w14:paraId="5DC0F2AA" w14:textId="77777777" w:rsidR="007129F9" w:rsidRDefault="007129F9" w:rsidP="007129F9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14:paraId="4E2A3AAD" w14:textId="77777777" w:rsidR="007129F9" w:rsidRDefault="007129F9" w:rsidP="007129F9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7129F9" w14:paraId="4D9ABFAE" w14:textId="77777777" w:rsidTr="00FF366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CD4C" w14:textId="77777777" w:rsidR="007129F9" w:rsidRDefault="007129F9" w:rsidP="00FF36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BD45" w14:textId="77777777" w:rsidR="007129F9" w:rsidRDefault="007129F9" w:rsidP="00FF36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4C53162A" w14:textId="77777777" w:rsidTr="00FF366D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5838" w14:textId="77777777" w:rsidR="007129F9" w:rsidRDefault="007129F9" w:rsidP="00FF36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Spese generali </w:t>
            </w:r>
            <w:r>
              <w:rPr>
                <w:sz w:val="16"/>
                <w:szCs w:val="16"/>
              </w:rPr>
              <w:t xml:space="preserve">dichiarate per l’esecuzione </w:t>
            </w:r>
            <w:r w:rsidRPr="009D33A1">
              <w:rPr>
                <w:sz w:val="16"/>
                <w:szCs w:val="16"/>
              </w:rPr>
              <w:t>dell’appalto (</w:t>
            </w:r>
            <w:r>
              <w:rPr>
                <w:sz w:val="16"/>
                <w:szCs w:val="16"/>
              </w:rPr>
              <w:t>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264C" w14:textId="77777777" w:rsidR="007129F9" w:rsidRDefault="007129F9" w:rsidP="00FF36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3CB4EDA0" w14:textId="77777777" w:rsidTr="00FF366D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1A1B" w14:textId="77777777" w:rsidR="007129F9" w:rsidRDefault="007129F9" w:rsidP="00FF36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Utile d’impresa </w:t>
            </w:r>
            <w:r>
              <w:rPr>
                <w:sz w:val="16"/>
                <w:szCs w:val="16"/>
              </w:rPr>
              <w:t xml:space="preserve">dichiarate per l’esecuzione </w:t>
            </w:r>
            <w:r w:rsidRPr="009D33A1">
              <w:rPr>
                <w:sz w:val="16"/>
                <w:szCs w:val="16"/>
              </w:rPr>
              <w:t>dell’appalto</w:t>
            </w:r>
            <w:r>
              <w:rPr>
                <w:sz w:val="16"/>
                <w:szCs w:val="16"/>
              </w:rPr>
              <w:t xml:space="preserve">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5745" w14:textId="77777777" w:rsidR="007129F9" w:rsidRDefault="007129F9" w:rsidP="00FF36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0CDAD6" w14:textId="77777777" w:rsidR="007129F9" w:rsidRDefault="007129F9" w:rsidP="007129F9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7129F9" w14:paraId="1405C413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33F0B2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14:paraId="6FA5DC44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00036E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14:paraId="20906E00" w14:textId="77777777" w:rsidR="007129F9" w:rsidRDefault="007129F9" w:rsidP="00FF36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8C413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6F116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14:paraId="4BBB86D9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14:paraId="743112F6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14:paraId="19B1694C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</w:t>
            </w:r>
            <w:r w:rsidRPr="0097568C">
              <w:rPr>
                <w:sz w:val="14"/>
                <w:szCs w:val="14"/>
              </w:rPr>
              <w:t>41,</w:t>
            </w:r>
            <w:r>
              <w:rPr>
                <w:sz w:val="14"/>
                <w:szCs w:val="14"/>
              </w:rPr>
              <w:t xml:space="preserve"> comma 13 del d.lgs. n. 36/2023</w:t>
            </w:r>
            <w:r w:rsidRPr="0097568C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213AE3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14:paraId="03DCEBBD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4C59E5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14:paraId="052194CA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5C0C1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14:paraId="18D08EDF" w14:textId="77777777" w:rsidR="007129F9" w:rsidRDefault="007129F9" w:rsidP="00FF366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7129F9" w14:paraId="0726C531" w14:textId="77777777" w:rsidTr="00FF366D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C3FD62F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89546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539437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69F080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3C3557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D73874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proofErr w:type="gramStart"/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</w:t>
            </w:r>
            <w:proofErr w:type="gramEnd"/>
            <w:r>
              <w:rPr>
                <w:sz w:val="14"/>
                <w:szCs w:val="14"/>
              </w:rPr>
              <w:t xml:space="preserve">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788E" w14:textId="77777777" w:rsidR="007129F9" w:rsidRDefault="007129F9" w:rsidP="00FF36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proofErr w:type="gramStart"/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</w:t>
            </w:r>
            <w:proofErr w:type="gramEnd"/>
            <w:r>
              <w:rPr>
                <w:sz w:val="14"/>
                <w:szCs w:val="14"/>
              </w:rPr>
              <w:t xml:space="preserve"> (2)x(4)</w:t>
            </w:r>
          </w:p>
        </w:tc>
      </w:tr>
      <w:tr w:rsidR="007129F9" w14:paraId="4583CE0C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A7F6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8D4B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32B7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605C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8701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2C8D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C204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63BB05C3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7DD8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BF5B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D182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6510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BB9B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E3E8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FEC9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1DCEEAD7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F225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22EC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9B63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1523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8FF8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F609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820D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5C9343CA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03D6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F864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F164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53BB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14EF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F32A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39AC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6BEEB922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8117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07A0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6EC5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801E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BED0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0914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241A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6153B60C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3654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FA6D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ED22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FA69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4572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DBD6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8E24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27E76FB7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C253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CD6F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E8A6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1387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F92F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636F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741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779DCEC6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96EB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B499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3BE8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0387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407E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CB36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9B40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3902AE8E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6AAD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6CA6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1B9B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FA73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F242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97B4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CA68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4121A809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4EF5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F0E3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ECCF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B1D2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78FE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687D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506F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23583E51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848E5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515B0C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1EBDBE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61E874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FA073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5B54CA" w14:textId="77777777" w:rsidR="007129F9" w:rsidRDefault="007129F9" w:rsidP="00FF366D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D08A58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5B0DB1AC" w14:textId="77777777" w:rsidTr="00FF36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B75EE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7F065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5E30B9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027D7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51589" w14:textId="77777777" w:rsidR="007129F9" w:rsidRDefault="007129F9" w:rsidP="00FF3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97E59D" w14:textId="77777777" w:rsidR="007129F9" w:rsidRDefault="007129F9" w:rsidP="00FF366D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507E64" w14:textId="77777777" w:rsidR="007129F9" w:rsidRDefault="007129F9" w:rsidP="00FF366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29F9" w14:paraId="6FC5CDB2" w14:textId="77777777" w:rsidTr="00FF366D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14:paraId="3765EA54" w14:textId="77777777" w:rsidR="007129F9" w:rsidRDefault="007129F9" w:rsidP="00FF366D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TOTALE MONTE ORE STIMATO PER L’ESECUZIONE </w:t>
            </w:r>
            <w:r>
              <w:rPr>
                <w:sz w:val="16"/>
                <w:szCs w:val="16"/>
              </w:rPr>
              <w:t xml:space="preserve"> </w:t>
            </w:r>
          </w:p>
          <w:p w14:paraId="5BDB5FFF" w14:textId="77777777" w:rsidR="007129F9" w:rsidRDefault="007129F9" w:rsidP="00FF366D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(somma colonna 4)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FE9E6B" w14:textId="77777777" w:rsidR="007129F9" w:rsidRDefault="007129F9" w:rsidP="00FF366D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8102E1D" w14:textId="77777777" w:rsidR="007129F9" w:rsidRDefault="007129F9" w:rsidP="00FF366D">
            <w:pPr>
              <w:rPr>
                <w:rFonts w:ascii="Arial" w:hAnsi="Arial" w:cs="Arial"/>
              </w:rPr>
            </w:pPr>
          </w:p>
        </w:tc>
      </w:tr>
      <w:tr w:rsidR="007129F9" w14:paraId="6246F97D" w14:textId="77777777" w:rsidTr="00FF366D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14:paraId="12712A97" w14:textId="77777777" w:rsidR="007129F9" w:rsidRDefault="007129F9" w:rsidP="00FF366D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COSTO COMPLESSIVO DELLA MANODOPERA DICHIARATO PER L’ESECUZIONE </w:t>
            </w:r>
            <w:r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14:paraId="1A7B9F53" w14:textId="77777777" w:rsidR="007129F9" w:rsidRDefault="007129F9" w:rsidP="00FF366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9BFD09" w14:textId="77777777" w:rsidR="007129F9" w:rsidRDefault="007129F9" w:rsidP="00FF366D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57DE2B97" w14:textId="77777777" w:rsidR="007129F9" w:rsidRDefault="007129F9" w:rsidP="007129F9">
      <w:pPr>
        <w:jc w:val="both"/>
        <w:rPr>
          <w:b/>
          <w:sz w:val="18"/>
          <w:szCs w:val="18"/>
        </w:rPr>
      </w:pPr>
    </w:p>
    <w:p w14:paraId="013B3160" w14:textId="77777777" w:rsidR="007129F9" w:rsidRDefault="007129F9" w:rsidP="007129F9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14:paraId="56E1EA78" w14:textId="77777777" w:rsidR="007129F9" w:rsidRDefault="007129F9" w:rsidP="007129F9">
      <w:pPr>
        <w:jc w:val="both"/>
        <w:rPr>
          <w:b/>
          <w:sz w:val="20"/>
          <w:u w:val="single"/>
        </w:rPr>
      </w:pPr>
    </w:p>
    <w:p w14:paraId="33ECD915" w14:textId="77777777" w:rsidR="007129F9" w:rsidRDefault="007129F9" w:rsidP="007129F9">
      <w:pPr>
        <w:jc w:val="both"/>
        <w:rPr>
          <w:b/>
          <w:sz w:val="20"/>
          <w:u w:val="single"/>
        </w:rPr>
      </w:pPr>
    </w:p>
    <w:p w14:paraId="2050D79E" w14:textId="77777777" w:rsidR="007129F9" w:rsidRDefault="007129F9" w:rsidP="007129F9">
      <w:pPr>
        <w:jc w:val="both"/>
        <w:rPr>
          <w:b/>
          <w:sz w:val="20"/>
          <w:u w:val="single"/>
        </w:rPr>
      </w:pPr>
    </w:p>
    <w:p w14:paraId="586C8BD5" w14:textId="77777777" w:rsidR="007129F9" w:rsidRDefault="007129F9" w:rsidP="007129F9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14:paraId="573D5680" w14:textId="77777777" w:rsidR="007129F9" w:rsidRDefault="007129F9" w:rsidP="007129F9">
      <w:pPr>
        <w:jc w:val="center"/>
      </w:pPr>
    </w:p>
    <w:p w14:paraId="672C4A75" w14:textId="77777777" w:rsidR="007129F9" w:rsidRDefault="007129F9" w:rsidP="007129F9">
      <w:pPr>
        <w:jc w:val="center"/>
      </w:pPr>
      <w:r>
        <w:t>TIMBRO E FIRMA</w:t>
      </w:r>
    </w:p>
    <w:p w14:paraId="2931622B" w14:textId="77777777" w:rsidR="007129F9" w:rsidRDefault="007129F9" w:rsidP="007129F9">
      <w:pPr>
        <w:jc w:val="center"/>
      </w:pPr>
    </w:p>
    <w:p w14:paraId="668FC22B" w14:textId="77777777" w:rsidR="007129F9" w:rsidRDefault="007129F9" w:rsidP="007129F9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3418CE74" w14:textId="77777777" w:rsidR="007129F9" w:rsidRDefault="007129F9" w:rsidP="007129F9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36B50205" w14:textId="77777777" w:rsidR="007129F9" w:rsidRDefault="007129F9" w:rsidP="007129F9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14:paraId="591B5767" w14:textId="77777777" w:rsidR="007129F9" w:rsidRDefault="007129F9" w:rsidP="007129F9">
      <w:pPr>
        <w:widowControl w:val="0"/>
        <w:tabs>
          <w:tab w:val="center" w:pos="4819"/>
          <w:tab w:val="right" w:pos="9638"/>
        </w:tabs>
        <w:jc w:val="both"/>
      </w:pPr>
    </w:p>
    <w:p w14:paraId="08F4DF3E" w14:textId="77777777" w:rsidR="007129F9" w:rsidRDefault="007129F9" w:rsidP="007129F9">
      <w:pPr>
        <w:widowControl w:val="0"/>
        <w:tabs>
          <w:tab w:val="center" w:pos="4819"/>
          <w:tab w:val="right" w:pos="9638"/>
        </w:tabs>
        <w:jc w:val="both"/>
      </w:pPr>
      <w:r>
        <w:rPr>
          <w:sz w:val="20"/>
          <w:szCs w:val="20"/>
        </w:rPr>
        <w:t>N.B.</w:t>
      </w:r>
      <w:r>
        <w:rPr>
          <w:sz w:val="20"/>
          <w:szCs w:val="20"/>
        </w:rPr>
        <w:tab/>
        <w:t>In caso di A.T.I. o Consorzi di cui all’art. 65 comma 2 lett.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14:paraId="3524F250" w14:textId="77777777" w:rsidR="007129F9" w:rsidRDefault="007129F9" w:rsidP="007129F9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14:paraId="6570C805" w14:textId="77777777" w:rsidR="007129F9" w:rsidRDefault="007129F9" w:rsidP="007129F9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14:paraId="1EA4F528" w14:textId="77777777" w:rsidR="008D3357" w:rsidRDefault="008D3357"/>
    <w:sectPr w:rsidR="008D3357" w:rsidSect="007129F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8BF7C" w14:textId="77777777" w:rsidR="007129F9" w:rsidRDefault="007129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792" w14:textId="77777777" w:rsidR="007129F9" w:rsidRDefault="007129F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3CB9461" w14:textId="77777777" w:rsidR="007129F9" w:rsidRDefault="007129F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5F03" w14:textId="77777777" w:rsidR="007129F9" w:rsidRDefault="007129F9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28B4" w14:textId="77777777" w:rsidR="007129F9" w:rsidRDefault="007129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18D92" w14:textId="77777777" w:rsidR="007129F9" w:rsidRDefault="007129F9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14:paraId="4CA11359" w14:textId="77777777" w:rsidR="007129F9" w:rsidRPr="00716D3D" w:rsidRDefault="007129F9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311B8" w14:textId="77777777" w:rsidR="007129F9" w:rsidRDefault="007129F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F9"/>
    <w:rsid w:val="007129F9"/>
    <w:rsid w:val="00801340"/>
    <w:rsid w:val="008D3357"/>
    <w:rsid w:val="00EA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56F1"/>
  <w15:chartTrackingRefBased/>
  <w15:docId w15:val="{ED83906F-8C6E-43B0-817E-8A9FC129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29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129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129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129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29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29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129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129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129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129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29F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129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29F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29F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29F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129F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129F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29F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29F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29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1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29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29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29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29F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129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129F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29F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29F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129F9"/>
    <w:rPr>
      <w:b/>
      <w:bCs/>
      <w:smallCaps/>
      <w:color w:val="2E74B5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7129F9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7129F9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rsid w:val="007129F9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29F9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Catenazzo</dc:creator>
  <cp:keywords/>
  <dc:description/>
  <cp:lastModifiedBy>Francesco Catenazzo</cp:lastModifiedBy>
  <cp:revision>1</cp:revision>
  <dcterms:created xsi:type="dcterms:W3CDTF">2025-01-09T12:09:00Z</dcterms:created>
  <dcterms:modified xsi:type="dcterms:W3CDTF">2025-01-09T12:10:00Z</dcterms:modified>
</cp:coreProperties>
</file>